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0D067" w14:textId="135DF986" w:rsidR="00535F87" w:rsidRDefault="00535F87" w:rsidP="00262B06"/>
    <w:tbl>
      <w:tblPr>
        <w:tblW w:w="0" w:type="auto"/>
        <w:tblInd w:w="45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40"/>
        <w:gridCol w:w="436"/>
        <w:gridCol w:w="734"/>
        <w:gridCol w:w="1724"/>
        <w:gridCol w:w="976"/>
        <w:gridCol w:w="900"/>
        <w:gridCol w:w="450"/>
        <w:gridCol w:w="1066"/>
        <w:gridCol w:w="450"/>
        <w:gridCol w:w="42"/>
        <w:gridCol w:w="17"/>
        <w:gridCol w:w="2866"/>
        <w:gridCol w:w="59"/>
        <w:gridCol w:w="450"/>
      </w:tblGrid>
      <w:tr w:rsidR="00166F4D" w14:paraId="68DE1D92" w14:textId="77777777" w:rsidTr="000F44F8">
        <w:tc>
          <w:tcPr>
            <w:tcW w:w="540" w:type="dxa"/>
          </w:tcPr>
          <w:p w14:paraId="02E7C063" w14:textId="77777777" w:rsidR="00166F4D" w:rsidRDefault="00166F4D" w:rsidP="000F44F8"/>
        </w:tc>
        <w:tc>
          <w:tcPr>
            <w:tcW w:w="9720" w:type="dxa"/>
            <w:gridSpan w:val="12"/>
          </w:tcPr>
          <w:p w14:paraId="0FCC3596" w14:textId="28941523" w:rsidR="00166F4D" w:rsidRDefault="00F01020" w:rsidP="000F44F8">
            <w:pPr>
              <w:pStyle w:val="Title"/>
            </w:pPr>
            <w:r>
              <w:t>Azka bukhari</w:t>
            </w:r>
          </w:p>
        </w:tc>
        <w:tc>
          <w:tcPr>
            <w:tcW w:w="450" w:type="dxa"/>
          </w:tcPr>
          <w:p w14:paraId="28308800" w14:textId="77777777" w:rsidR="00166F4D" w:rsidRDefault="00166F4D" w:rsidP="000F44F8"/>
        </w:tc>
      </w:tr>
      <w:tr w:rsidR="00166F4D" w14:paraId="7B5FBE00" w14:textId="77777777" w:rsidTr="000F44F8">
        <w:tc>
          <w:tcPr>
            <w:tcW w:w="540" w:type="dxa"/>
          </w:tcPr>
          <w:p w14:paraId="2C21655F" w14:textId="77777777" w:rsidR="00166F4D" w:rsidRDefault="00166F4D" w:rsidP="000F44F8"/>
        </w:tc>
        <w:tc>
          <w:tcPr>
            <w:tcW w:w="2894" w:type="dxa"/>
            <w:gridSpan w:val="3"/>
            <w:tcBorders>
              <w:bottom w:val="single" w:sz="4" w:space="0" w:color="auto"/>
            </w:tcBorders>
          </w:tcPr>
          <w:p w14:paraId="183AC69B" w14:textId="77777777" w:rsidR="00166F4D" w:rsidRDefault="00166F4D" w:rsidP="000F44F8"/>
        </w:tc>
        <w:tc>
          <w:tcPr>
            <w:tcW w:w="976" w:type="dxa"/>
            <w:tcBorders>
              <w:bottom w:val="single" w:sz="4" w:space="0" w:color="auto"/>
            </w:tcBorders>
          </w:tcPr>
          <w:p w14:paraId="21E1DAAA" w14:textId="77777777" w:rsidR="00166F4D" w:rsidRDefault="00166F4D" w:rsidP="000F44F8"/>
        </w:tc>
        <w:tc>
          <w:tcPr>
            <w:tcW w:w="2908" w:type="dxa"/>
            <w:gridSpan w:val="5"/>
            <w:tcBorders>
              <w:bottom w:val="single" w:sz="4" w:space="0" w:color="auto"/>
            </w:tcBorders>
          </w:tcPr>
          <w:p w14:paraId="708E61A1" w14:textId="77777777" w:rsidR="00166F4D" w:rsidRDefault="00166F4D" w:rsidP="000F44F8"/>
        </w:tc>
        <w:tc>
          <w:tcPr>
            <w:tcW w:w="2942" w:type="dxa"/>
            <w:gridSpan w:val="3"/>
            <w:tcBorders>
              <w:bottom w:val="single" w:sz="4" w:space="0" w:color="auto"/>
            </w:tcBorders>
          </w:tcPr>
          <w:p w14:paraId="21444E55" w14:textId="77777777" w:rsidR="00166F4D" w:rsidRDefault="00166F4D" w:rsidP="000F44F8"/>
        </w:tc>
        <w:tc>
          <w:tcPr>
            <w:tcW w:w="450" w:type="dxa"/>
          </w:tcPr>
          <w:p w14:paraId="547DDBA2" w14:textId="77777777" w:rsidR="00166F4D" w:rsidRDefault="00166F4D" w:rsidP="000F44F8"/>
        </w:tc>
      </w:tr>
      <w:tr w:rsidR="00166F4D" w14:paraId="7DE4CCC4" w14:textId="77777777" w:rsidTr="00FE02EF">
        <w:trPr>
          <w:trHeight w:val="755"/>
        </w:trPr>
        <w:tc>
          <w:tcPr>
            <w:tcW w:w="540" w:type="dxa"/>
          </w:tcPr>
          <w:p w14:paraId="3CDDD334" w14:textId="77777777" w:rsidR="00166F4D" w:rsidRDefault="00166F4D" w:rsidP="000F44F8"/>
        </w:tc>
        <w:tc>
          <w:tcPr>
            <w:tcW w:w="2894" w:type="dxa"/>
            <w:gridSpan w:val="3"/>
            <w:tcBorders>
              <w:top w:val="single" w:sz="4" w:space="0" w:color="auto"/>
            </w:tcBorders>
          </w:tcPr>
          <w:p w14:paraId="24FC3567" w14:textId="77777777" w:rsidR="00166F4D" w:rsidRDefault="00166F4D" w:rsidP="000F44F8"/>
        </w:tc>
        <w:tc>
          <w:tcPr>
            <w:tcW w:w="976" w:type="dxa"/>
            <w:tcBorders>
              <w:top w:val="single" w:sz="4" w:space="0" w:color="auto"/>
            </w:tcBorders>
          </w:tcPr>
          <w:p w14:paraId="7A997D24" w14:textId="77777777" w:rsidR="00166F4D" w:rsidRDefault="00166F4D" w:rsidP="000F44F8"/>
        </w:tc>
        <w:tc>
          <w:tcPr>
            <w:tcW w:w="2908" w:type="dxa"/>
            <w:gridSpan w:val="5"/>
            <w:tcBorders>
              <w:top w:val="single" w:sz="4" w:space="0" w:color="auto"/>
            </w:tcBorders>
          </w:tcPr>
          <w:p w14:paraId="6D62CE47" w14:textId="77777777" w:rsidR="00166F4D" w:rsidRDefault="00166F4D" w:rsidP="000F44F8"/>
        </w:tc>
        <w:tc>
          <w:tcPr>
            <w:tcW w:w="2942" w:type="dxa"/>
            <w:gridSpan w:val="3"/>
            <w:tcBorders>
              <w:top w:val="single" w:sz="4" w:space="0" w:color="auto"/>
            </w:tcBorders>
          </w:tcPr>
          <w:p w14:paraId="029071E8" w14:textId="77777777" w:rsidR="00166F4D" w:rsidRDefault="00166F4D" w:rsidP="000F44F8"/>
        </w:tc>
        <w:tc>
          <w:tcPr>
            <w:tcW w:w="450" w:type="dxa"/>
          </w:tcPr>
          <w:p w14:paraId="7A6E8B59" w14:textId="77777777" w:rsidR="00166F4D" w:rsidRDefault="00166F4D" w:rsidP="000F44F8"/>
        </w:tc>
      </w:tr>
      <w:tr w:rsidR="00166F4D" w14:paraId="11A6A39B" w14:textId="77777777" w:rsidTr="00FE02EF">
        <w:trPr>
          <w:trHeight w:val="279"/>
        </w:trPr>
        <w:tc>
          <w:tcPr>
            <w:tcW w:w="540" w:type="dxa"/>
          </w:tcPr>
          <w:p w14:paraId="4D9080A6" w14:textId="77777777" w:rsidR="00166F4D" w:rsidRDefault="00166F4D" w:rsidP="000F44F8"/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3BA44D7A" w14:textId="77777777" w:rsidR="00166F4D" w:rsidRDefault="000D2A52" w:rsidP="000F44F8">
            <w:pPr>
              <w:pStyle w:val="Heading1"/>
            </w:pPr>
            <w:sdt>
              <w:sdtPr>
                <w:id w:val="63298779"/>
                <w:placeholder>
                  <w:docPart w:val="2242167680004CDB9FE3B6A4D0F0F04A"/>
                </w:placeholder>
                <w:temporary/>
                <w:showingPlcHdr/>
                <w15:appearance w15:val="hidden"/>
              </w:sdtPr>
              <w:sdtEndPr/>
              <w:sdtContent>
                <w:r w:rsidR="00166F4D" w:rsidRPr="00173B36">
                  <w:t>CONTACT</w:t>
                </w:r>
              </w:sdtContent>
            </w:sdt>
          </w:p>
        </w:tc>
        <w:tc>
          <w:tcPr>
            <w:tcW w:w="1724" w:type="dxa"/>
          </w:tcPr>
          <w:p w14:paraId="293D0DC0" w14:textId="77777777" w:rsidR="00166F4D" w:rsidRDefault="00166F4D" w:rsidP="000F44F8">
            <w:pPr>
              <w:pStyle w:val="Heading1"/>
            </w:pPr>
          </w:p>
        </w:tc>
        <w:tc>
          <w:tcPr>
            <w:tcW w:w="976" w:type="dxa"/>
          </w:tcPr>
          <w:p w14:paraId="26453CB8" w14:textId="77777777" w:rsidR="00166F4D" w:rsidRDefault="00166F4D" w:rsidP="000F44F8"/>
        </w:tc>
        <w:tc>
          <w:tcPr>
            <w:tcW w:w="900" w:type="dxa"/>
            <w:tcBorders>
              <w:bottom w:val="single" w:sz="4" w:space="0" w:color="auto"/>
            </w:tcBorders>
          </w:tcPr>
          <w:p w14:paraId="49371AA3" w14:textId="77777777" w:rsidR="00166F4D" w:rsidRDefault="000D2A52" w:rsidP="00166F4D">
            <w:pPr>
              <w:pStyle w:val="Heading1"/>
            </w:pPr>
            <w:sdt>
              <w:sdtPr>
                <w:id w:val="-447008296"/>
                <w:placeholder>
                  <w:docPart w:val="BF9B6959FF3A45DEB7D347A290171CB8"/>
                </w:placeholder>
                <w:temporary/>
                <w:showingPlcHdr/>
                <w15:appearance w15:val="hidden"/>
              </w:sdtPr>
              <w:sdtEndPr/>
              <w:sdtContent>
                <w:r w:rsidR="00166F4D" w:rsidRPr="00173B36">
                  <w:t>PROFILE</w:t>
                </w:r>
              </w:sdtContent>
            </w:sdt>
          </w:p>
        </w:tc>
        <w:tc>
          <w:tcPr>
            <w:tcW w:w="2025" w:type="dxa"/>
            <w:gridSpan w:val="5"/>
          </w:tcPr>
          <w:p w14:paraId="6205B71B" w14:textId="77777777" w:rsidR="00166F4D" w:rsidRDefault="00166F4D" w:rsidP="00166F4D">
            <w:pPr>
              <w:pStyle w:val="Heading1"/>
            </w:pPr>
          </w:p>
        </w:tc>
        <w:tc>
          <w:tcPr>
            <w:tcW w:w="2925" w:type="dxa"/>
            <w:gridSpan w:val="2"/>
          </w:tcPr>
          <w:p w14:paraId="104E6320" w14:textId="77777777" w:rsidR="00166F4D" w:rsidRDefault="00166F4D" w:rsidP="000F44F8"/>
        </w:tc>
        <w:tc>
          <w:tcPr>
            <w:tcW w:w="450" w:type="dxa"/>
          </w:tcPr>
          <w:p w14:paraId="2A3D6DB6" w14:textId="77777777" w:rsidR="00166F4D" w:rsidRDefault="00166F4D" w:rsidP="000F44F8"/>
        </w:tc>
      </w:tr>
      <w:tr w:rsidR="00166F4D" w14:paraId="0CB4FA21" w14:textId="77777777" w:rsidTr="00166F4D">
        <w:trPr>
          <w:trHeight w:val="3140"/>
        </w:trPr>
        <w:tc>
          <w:tcPr>
            <w:tcW w:w="540" w:type="dxa"/>
          </w:tcPr>
          <w:p w14:paraId="40DF2589" w14:textId="77777777" w:rsidR="00166F4D" w:rsidRDefault="00166F4D" w:rsidP="000F44F8"/>
        </w:tc>
        <w:tc>
          <w:tcPr>
            <w:tcW w:w="2894" w:type="dxa"/>
            <w:gridSpan w:val="3"/>
          </w:tcPr>
          <w:p w14:paraId="4BAFC366" w14:textId="45686B03" w:rsidR="00166F4D" w:rsidRPr="002D6898" w:rsidRDefault="00F01020" w:rsidP="000F44F8">
            <w:pPr>
              <w:pStyle w:val="Heading2"/>
            </w:pPr>
            <w:r>
              <w:t>+92319-1613478</w:t>
            </w:r>
          </w:p>
          <w:p w14:paraId="30E7F699" w14:textId="3FE31791" w:rsidR="00166F4D" w:rsidRDefault="000D2A52" w:rsidP="000F44F8">
            <w:pPr>
              <w:pStyle w:val="Heading2"/>
            </w:pPr>
            <w:hyperlink r:id="rId11" w:history="1">
              <w:r w:rsidR="00012360" w:rsidRPr="00525BE2">
                <w:rPr>
                  <w:rStyle w:val="Hyperlink"/>
                </w:rPr>
                <w:t>azkabukhari7@gmail.com</w:t>
              </w:r>
            </w:hyperlink>
          </w:p>
          <w:p w14:paraId="30BFC0C5" w14:textId="69C2886F" w:rsidR="00012360" w:rsidRPr="00012360" w:rsidRDefault="00012360" w:rsidP="00012360"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>www.linkedin.com/in/azka-bukhari-160676247</w:t>
            </w:r>
          </w:p>
          <w:p w14:paraId="25EEDE48" w14:textId="77777777" w:rsidR="00FE02EF" w:rsidRPr="00FE02EF" w:rsidRDefault="00FE02EF" w:rsidP="00FE02EF"/>
          <w:p w14:paraId="4DEC1D8E" w14:textId="598DC94C" w:rsidR="00166F4D" w:rsidRDefault="00166F4D" w:rsidP="000F44F8">
            <w:pPr>
              <w:pStyle w:val="Heading2"/>
            </w:pPr>
          </w:p>
        </w:tc>
        <w:tc>
          <w:tcPr>
            <w:tcW w:w="976" w:type="dxa"/>
          </w:tcPr>
          <w:p w14:paraId="76369F7C" w14:textId="77777777" w:rsidR="00166F4D" w:rsidRDefault="00166F4D" w:rsidP="000F44F8"/>
        </w:tc>
        <w:tc>
          <w:tcPr>
            <w:tcW w:w="5850" w:type="dxa"/>
            <w:gridSpan w:val="8"/>
          </w:tcPr>
          <w:p w14:paraId="28913C27" w14:textId="1FB4B10D" w:rsidR="00166F4D" w:rsidRDefault="00F01020" w:rsidP="000F44F8">
            <w:r>
              <w:t xml:space="preserve">My name is Azka Bukhari and I am currently a CS student. I have almost completed my degree and exploring domains to understand my interest. </w:t>
            </w:r>
            <w:r w:rsidR="007C2862">
              <w:t xml:space="preserve">I have completed multiple courses on codecademy </w:t>
            </w:r>
            <w:r w:rsidR="00972EB6">
              <w:t xml:space="preserve">(djnago, full stack, python) and I am also currently working on my </w:t>
            </w:r>
            <w:r w:rsidR="00785A5B">
              <w:t>f</w:t>
            </w:r>
            <w:r w:rsidR="00972EB6">
              <w:t xml:space="preserve">inal year project which is a </w:t>
            </w:r>
            <w:r w:rsidR="008A4C6A">
              <w:t>MERN</w:t>
            </w:r>
            <w:r w:rsidR="00972EB6">
              <w:t xml:space="preserve"> stack web app</w:t>
            </w:r>
            <w:r w:rsidR="008A4C6A">
              <w:t>.</w:t>
            </w:r>
            <w:r w:rsidR="00785A5B">
              <w:t xml:space="preserve"> I am </w:t>
            </w:r>
            <w:r w:rsidR="000D2A52">
              <w:t>interested in cyber security and I am currently enrolled in IBM security analyst specialization as well.</w:t>
            </w:r>
          </w:p>
        </w:tc>
        <w:tc>
          <w:tcPr>
            <w:tcW w:w="450" w:type="dxa"/>
          </w:tcPr>
          <w:p w14:paraId="66BD716B" w14:textId="77777777" w:rsidR="00166F4D" w:rsidRDefault="00166F4D" w:rsidP="000F44F8"/>
        </w:tc>
      </w:tr>
      <w:tr w:rsidR="00166F4D" w14:paraId="647576C6" w14:textId="77777777" w:rsidTr="00892BB6">
        <w:trPr>
          <w:trHeight w:val="423"/>
        </w:trPr>
        <w:tc>
          <w:tcPr>
            <w:tcW w:w="540" w:type="dxa"/>
          </w:tcPr>
          <w:p w14:paraId="15EC78D1" w14:textId="77777777" w:rsidR="00166F4D" w:rsidRDefault="00166F4D" w:rsidP="000F44F8"/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2BE39F93" w14:textId="77777777" w:rsidR="00166F4D" w:rsidRDefault="000D2A52" w:rsidP="000F44F8">
            <w:pPr>
              <w:pStyle w:val="Heading1"/>
            </w:pPr>
            <w:sdt>
              <w:sdtPr>
                <w:id w:val="259270251"/>
                <w:placeholder>
                  <w:docPart w:val="0F5A267E397343779262D92B605B51BD"/>
                </w:placeholder>
                <w:temporary/>
                <w:showingPlcHdr/>
                <w15:appearance w15:val="hidden"/>
              </w:sdtPr>
              <w:sdtEndPr/>
              <w:sdtContent>
                <w:r w:rsidR="00166F4D" w:rsidRPr="00173B36">
                  <w:t>SKILLS</w:t>
                </w:r>
              </w:sdtContent>
            </w:sdt>
            <w:r w:rsidR="00166F4D">
              <w:t xml:space="preserve"> </w:t>
            </w:r>
          </w:p>
        </w:tc>
        <w:tc>
          <w:tcPr>
            <w:tcW w:w="1724" w:type="dxa"/>
          </w:tcPr>
          <w:p w14:paraId="566DA657" w14:textId="77777777" w:rsidR="00166F4D" w:rsidRDefault="00166F4D" w:rsidP="000F44F8">
            <w:pPr>
              <w:pStyle w:val="Heading1"/>
            </w:pPr>
          </w:p>
        </w:tc>
        <w:tc>
          <w:tcPr>
            <w:tcW w:w="976" w:type="dxa"/>
          </w:tcPr>
          <w:p w14:paraId="47932C93" w14:textId="77777777" w:rsidR="00166F4D" w:rsidRDefault="00166F4D" w:rsidP="000F44F8"/>
        </w:tc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 w14:paraId="7421DC7D" w14:textId="268F130D" w:rsidR="00166F4D" w:rsidRDefault="00FE02EF" w:rsidP="00166F4D">
            <w:pPr>
              <w:pStyle w:val="Heading1"/>
            </w:pPr>
            <w:r>
              <w:t>Education</w:t>
            </w:r>
            <w:r w:rsidR="00166F4D">
              <w:t xml:space="preserve"> </w:t>
            </w:r>
          </w:p>
        </w:tc>
        <w:tc>
          <w:tcPr>
            <w:tcW w:w="1575" w:type="dxa"/>
            <w:gridSpan w:val="4"/>
          </w:tcPr>
          <w:p w14:paraId="5214A67D" w14:textId="77777777" w:rsidR="00166F4D" w:rsidRDefault="00166F4D" w:rsidP="00166F4D">
            <w:pPr>
              <w:pStyle w:val="Heading1"/>
            </w:pPr>
          </w:p>
        </w:tc>
        <w:tc>
          <w:tcPr>
            <w:tcW w:w="2925" w:type="dxa"/>
            <w:gridSpan w:val="2"/>
          </w:tcPr>
          <w:p w14:paraId="7D43E5A5" w14:textId="77777777" w:rsidR="00166F4D" w:rsidRDefault="00166F4D" w:rsidP="000F44F8"/>
        </w:tc>
        <w:tc>
          <w:tcPr>
            <w:tcW w:w="450" w:type="dxa"/>
          </w:tcPr>
          <w:p w14:paraId="30CDDBC9" w14:textId="77777777" w:rsidR="00166F4D" w:rsidRDefault="00166F4D" w:rsidP="000F44F8"/>
        </w:tc>
      </w:tr>
      <w:tr w:rsidR="00166F4D" w14:paraId="43711ECF" w14:textId="77777777" w:rsidTr="00E41CE0">
        <w:trPr>
          <w:trHeight w:val="2978"/>
        </w:trPr>
        <w:tc>
          <w:tcPr>
            <w:tcW w:w="540" w:type="dxa"/>
          </w:tcPr>
          <w:p w14:paraId="095A7215" w14:textId="77777777" w:rsidR="00166F4D" w:rsidRDefault="00166F4D" w:rsidP="00F01020">
            <w:pPr>
              <w:spacing w:line="276" w:lineRule="auto"/>
            </w:pPr>
          </w:p>
        </w:tc>
        <w:tc>
          <w:tcPr>
            <w:tcW w:w="2894" w:type="dxa"/>
            <w:gridSpan w:val="3"/>
          </w:tcPr>
          <w:p w14:paraId="6DD75589" w14:textId="0A3324B9" w:rsidR="00166F4D" w:rsidRPr="00387FF0" w:rsidRDefault="00F01020" w:rsidP="00F01020">
            <w:pPr>
              <w:pStyle w:val="Heading2"/>
              <w:spacing w:line="276" w:lineRule="auto"/>
            </w:pPr>
            <w:r>
              <w:t xml:space="preserve">Python </w:t>
            </w:r>
          </w:p>
          <w:p w14:paraId="78F954AA" w14:textId="5FEEF5F2" w:rsidR="00166F4D" w:rsidRDefault="00F01020" w:rsidP="00F01020">
            <w:pPr>
              <w:pStyle w:val="Heading2"/>
              <w:spacing w:line="276" w:lineRule="auto"/>
            </w:pPr>
            <w:r>
              <w:t>C++</w:t>
            </w:r>
          </w:p>
          <w:p w14:paraId="1031ED2E" w14:textId="10B1A1D7" w:rsidR="00166F4D" w:rsidRDefault="00F01020" w:rsidP="00F01020">
            <w:pPr>
              <w:pStyle w:val="Heading2"/>
              <w:spacing w:line="276" w:lineRule="auto"/>
            </w:pPr>
            <w:r>
              <w:t>MERN Stack</w:t>
            </w:r>
          </w:p>
          <w:p w14:paraId="0F05BBD1" w14:textId="7347A455" w:rsidR="00136E7B" w:rsidRDefault="00136E7B" w:rsidP="00136E7B">
            <w:r>
              <w:t>NPM</w:t>
            </w:r>
          </w:p>
          <w:p w14:paraId="06DA1AD4" w14:textId="40476543" w:rsidR="00136E7B" w:rsidRPr="00136E7B" w:rsidRDefault="00C217FE" w:rsidP="00136E7B">
            <w:r>
              <w:t>Build tools</w:t>
            </w:r>
          </w:p>
          <w:p w14:paraId="2C4EAC04" w14:textId="49C7A928" w:rsidR="001D03A4" w:rsidRPr="001D03A4" w:rsidRDefault="001D03A4" w:rsidP="001D03A4">
            <w:r>
              <w:t>Django</w:t>
            </w:r>
          </w:p>
          <w:p w14:paraId="40426469" w14:textId="72957435" w:rsidR="00034E3B" w:rsidRDefault="00034E3B" w:rsidP="00034E3B">
            <w:r>
              <w:t>Familiarity with Bash</w:t>
            </w:r>
          </w:p>
          <w:p w14:paraId="56499A6B" w14:textId="2C33A18B" w:rsidR="003728CF" w:rsidRDefault="003728CF" w:rsidP="00034E3B">
            <w:r>
              <w:t>Basic knowledge of cybersecurity</w:t>
            </w:r>
          </w:p>
          <w:p w14:paraId="564A1507" w14:textId="0510BB64" w:rsidR="00083E4B" w:rsidRDefault="00083E4B" w:rsidP="00034E3B">
            <w:r>
              <w:t>Understanding of Database</w:t>
            </w:r>
          </w:p>
          <w:p w14:paraId="6AFB6445" w14:textId="6BDD15BA" w:rsidR="00083E4B" w:rsidRPr="00034E3B" w:rsidRDefault="00083E4B" w:rsidP="00034E3B">
            <w:r>
              <w:t>Familiarity with Kali</w:t>
            </w:r>
          </w:p>
          <w:p w14:paraId="03CD6C41" w14:textId="5C117E1F" w:rsidR="00F01020" w:rsidRDefault="00F01020" w:rsidP="00F01020">
            <w:pPr>
              <w:spacing w:line="276" w:lineRule="auto"/>
            </w:pPr>
            <w:r>
              <w:t>Problem solving</w:t>
            </w:r>
          </w:p>
          <w:p w14:paraId="161311D2" w14:textId="2B34E509" w:rsidR="00F01020" w:rsidRPr="00F01020" w:rsidRDefault="00F01020" w:rsidP="00F01020">
            <w:pPr>
              <w:spacing w:line="276" w:lineRule="auto"/>
            </w:pPr>
            <w:r>
              <w:t>Quick learning</w:t>
            </w:r>
          </w:p>
          <w:p w14:paraId="4083C962" w14:textId="1B08698B" w:rsidR="00166F4D" w:rsidRDefault="000D2A52" w:rsidP="003728CF">
            <w:pPr>
              <w:pStyle w:val="Heading2"/>
              <w:spacing w:line="276" w:lineRule="auto"/>
            </w:pPr>
            <w:sdt>
              <w:sdtPr>
                <w:id w:val="-389426565"/>
                <w:placeholder>
                  <w:docPart w:val="23C923F90F66497FA5EF50BCC688E411"/>
                </w:placeholder>
                <w:temporary/>
                <w:showingPlcHdr/>
                <w15:appearance w15:val="hidden"/>
              </w:sdtPr>
              <w:sdtEndPr/>
              <w:sdtContent>
                <w:r w:rsidR="00166F4D" w:rsidRPr="00387FF0">
                  <w:t>Communication</w:t>
                </w:r>
              </w:sdtContent>
            </w:sdt>
          </w:p>
          <w:p w14:paraId="1AD19DE1" w14:textId="03DB05FA" w:rsidR="00166F4D" w:rsidRDefault="00166F4D" w:rsidP="00F01020">
            <w:pPr>
              <w:pStyle w:val="Heading2"/>
              <w:spacing w:line="276" w:lineRule="auto"/>
            </w:pPr>
          </w:p>
        </w:tc>
        <w:tc>
          <w:tcPr>
            <w:tcW w:w="976" w:type="dxa"/>
          </w:tcPr>
          <w:p w14:paraId="76A27C14" w14:textId="77777777" w:rsidR="00166F4D" w:rsidRDefault="00166F4D" w:rsidP="000F44F8"/>
        </w:tc>
        <w:tc>
          <w:tcPr>
            <w:tcW w:w="5850" w:type="dxa"/>
            <w:gridSpan w:val="8"/>
          </w:tcPr>
          <w:p w14:paraId="11707D4C" w14:textId="77777777" w:rsidR="00FE02EF" w:rsidRPr="00E216D4" w:rsidRDefault="00FE02EF" w:rsidP="00FE02EF">
            <w:pPr>
              <w:pStyle w:val="Heading2"/>
            </w:pPr>
            <w:r>
              <w:t>Lahore College for Women University, Lahore</w:t>
            </w:r>
          </w:p>
          <w:p w14:paraId="23837D8A" w14:textId="77777777" w:rsidR="00FE02EF" w:rsidRPr="00173B36" w:rsidRDefault="00FE02EF" w:rsidP="00FE02EF">
            <w:pPr>
              <w:pStyle w:val="Heading3"/>
            </w:pPr>
            <w:r>
              <w:t>2020-2024</w:t>
            </w:r>
          </w:p>
          <w:p w14:paraId="366BC504" w14:textId="77777777" w:rsidR="00166F4D" w:rsidRDefault="00FE02EF" w:rsidP="00FE02EF">
            <w:pPr>
              <w:pStyle w:val="Heading3"/>
            </w:pPr>
            <w:r>
              <w:t>Bs Computer Science</w:t>
            </w:r>
          </w:p>
          <w:p w14:paraId="52D152CE" w14:textId="77777777" w:rsidR="00FE02EF" w:rsidRDefault="00FE02EF" w:rsidP="00FE02EF"/>
          <w:p w14:paraId="06DAD976" w14:textId="77777777" w:rsidR="00FE02EF" w:rsidRPr="00FE02EF" w:rsidRDefault="00FE02EF" w:rsidP="00FE02EF"/>
          <w:p w14:paraId="5E8BDE84" w14:textId="77777777" w:rsidR="00FE02EF" w:rsidRDefault="00FE02EF" w:rsidP="00FE02EF"/>
          <w:tbl>
            <w:tblPr>
              <w:tblW w:w="0" w:type="auto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0"/>
              <w:gridCol w:w="2087"/>
              <w:gridCol w:w="1181"/>
              <w:gridCol w:w="2192"/>
            </w:tblGrid>
            <w:tr w:rsidR="00FE02EF" w14:paraId="2851DE80" w14:textId="77777777" w:rsidTr="00FE02EF">
              <w:trPr>
                <w:trHeight w:val="423"/>
              </w:trPr>
              <w:tc>
                <w:tcPr>
                  <w:tcW w:w="20" w:type="dxa"/>
                </w:tcPr>
                <w:p w14:paraId="09E6C70C" w14:textId="77777777" w:rsidR="00FE02EF" w:rsidRDefault="00FE02EF" w:rsidP="00FE02EF"/>
              </w:tc>
              <w:tc>
                <w:tcPr>
                  <w:tcW w:w="2087" w:type="dxa"/>
                  <w:tcBorders>
                    <w:bottom w:val="single" w:sz="4" w:space="0" w:color="auto"/>
                  </w:tcBorders>
                </w:tcPr>
                <w:p w14:paraId="756EBDCB" w14:textId="3840E3CC" w:rsidR="00FE02EF" w:rsidRDefault="00FE02EF" w:rsidP="00FE02EF">
                  <w:pPr>
                    <w:pStyle w:val="Heading1"/>
                  </w:pPr>
                  <w:r>
                    <w:t xml:space="preserve">leadership </w:t>
                  </w:r>
                </w:p>
              </w:tc>
              <w:tc>
                <w:tcPr>
                  <w:tcW w:w="1181" w:type="dxa"/>
                </w:tcPr>
                <w:p w14:paraId="34741BEB" w14:textId="77777777" w:rsidR="00FE02EF" w:rsidRDefault="00FE02EF" w:rsidP="00FE02EF">
                  <w:pPr>
                    <w:pStyle w:val="Heading1"/>
                  </w:pPr>
                </w:p>
              </w:tc>
              <w:tc>
                <w:tcPr>
                  <w:tcW w:w="2192" w:type="dxa"/>
                </w:tcPr>
                <w:p w14:paraId="655FD3EC" w14:textId="77777777" w:rsidR="00FE02EF" w:rsidRDefault="00FE02EF" w:rsidP="00FE02EF"/>
              </w:tc>
            </w:tr>
            <w:tr w:rsidR="00FE02EF" w:rsidRPr="00FE02EF" w14:paraId="5A39DE56" w14:textId="77777777" w:rsidTr="00FE02EF">
              <w:trPr>
                <w:trHeight w:val="2978"/>
              </w:trPr>
              <w:tc>
                <w:tcPr>
                  <w:tcW w:w="20" w:type="dxa"/>
                </w:tcPr>
                <w:p w14:paraId="67D19F34" w14:textId="77777777" w:rsidR="00FE02EF" w:rsidRDefault="00FE02EF" w:rsidP="00FE02EF"/>
              </w:tc>
              <w:tc>
                <w:tcPr>
                  <w:tcW w:w="5460" w:type="dxa"/>
                  <w:gridSpan w:val="3"/>
                </w:tcPr>
                <w:p w14:paraId="6FD56B66" w14:textId="77777777" w:rsidR="00FE02EF" w:rsidRPr="00E216D4" w:rsidRDefault="00FE02EF" w:rsidP="00FE02EF">
                  <w:pPr>
                    <w:pStyle w:val="Heading2"/>
                  </w:pPr>
                  <w:r>
                    <w:t>Lahore College for Women University, Lahore</w:t>
                  </w:r>
                </w:p>
                <w:p w14:paraId="69861C44" w14:textId="59880B49" w:rsidR="00FE02EF" w:rsidRPr="00173B36" w:rsidRDefault="00FE02EF" w:rsidP="00FE02EF">
                  <w:pPr>
                    <w:pStyle w:val="Heading3"/>
                  </w:pPr>
                  <w:r>
                    <w:t>2022-2024</w:t>
                  </w:r>
                </w:p>
                <w:p w14:paraId="58F7526A" w14:textId="0D759869" w:rsidR="00FE02EF" w:rsidRDefault="00FE02EF" w:rsidP="00FE02EF">
                  <w:pPr>
                    <w:pStyle w:val="Heading3"/>
                  </w:pPr>
                  <w:r>
                    <w:t>President of the Cyber Security Society.</w:t>
                  </w:r>
                </w:p>
                <w:p w14:paraId="23219410" w14:textId="77777777" w:rsidR="00FE02EF" w:rsidRPr="00FE02EF" w:rsidRDefault="00FE02EF" w:rsidP="00FE02EF"/>
              </w:tc>
            </w:tr>
          </w:tbl>
          <w:p w14:paraId="156C04F0" w14:textId="01ED20E7" w:rsidR="00FE02EF" w:rsidRPr="00FE02EF" w:rsidRDefault="00FE02EF" w:rsidP="00FE02EF"/>
        </w:tc>
        <w:tc>
          <w:tcPr>
            <w:tcW w:w="450" w:type="dxa"/>
          </w:tcPr>
          <w:p w14:paraId="6C062973" w14:textId="77777777" w:rsidR="00166F4D" w:rsidRDefault="00166F4D" w:rsidP="000F44F8"/>
        </w:tc>
      </w:tr>
      <w:tr w:rsidR="00FE02EF" w14:paraId="71484088" w14:textId="37928A0A" w:rsidTr="00563714">
        <w:trPr>
          <w:gridAfter w:val="2"/>
          <w:wAfter w:w="509" w:type="dxa"/>
          <w:trHeight w:val="423"/>
        </w:trPr>
        <w:tc>
          <w:tcPr>
            <w:tcW w:w="976" w:type="dxa"/>
            <w:gridSpan w:val="2"/>
          </w:tcPr>
          <w:p w14:paraId="1F357353" w14:textId="77777777" w:rsidR="00FE02EF" w:rsidRDefault="00FE02EF" w:rsidP="00FE02EF"/>
        </w:tc>
        <w:tc>
          <w:tcPr>
            <w:tcW w:w="5850" w:type="dxa"/>
            <w:gridSpan w:val="6"/>
            <w:vMerge w:val="restart"/>
          </w:tcPr>
          <w:p w14:paraId="6095EBD3" w14:textId="2251F5AB" w:rsidR="00FE02EF" w:rsidRDefault="00FE02EF" w:rsidP="00FE02EF">
            <w:pPr>
              <w:pStyle w:val="Heading3"/>
            </w:pPr>
          </w:p>
        </w:tc>
        <w:tc>
          <w:tcPr>
            <w:tcW w:w="450" w:type="dxa"/>
          </w:tcPr>
          <w:p w14:paraId="7284F217" w14:textId="77777777" w:rsidR="00FE02EF" w:rsidRDefault="00FE02EF" w:rsidP="00FE02EF"/>
        </w:tc>
        <w:tc>
          <w:tcPr>
            <w:tcW w:w="2925" w:type="dxa"/>
            <w:gridSpan w:val="3"/>
          </w:tcPr>
          <w:p w14:paraId="0BC66DEA" w14:textId="77777777" w:rsidR="00FE02EF" w:rsidRDefault="00FE02EF" w:rsidP="00FE02EF">
            <w:pPr>
              <w:spacing w:before="80" w:after="240" w:line="220" w:lineRule="exact"/>
            </w:pPr>
          </w:p>
        </w:tc>
      </w:tr>
      <w:tr w:rsidR="00FE02EF" w14:paraId="17F90161" w14:textId="77777777" w:rsidTr="00166F4D">
        <w:trPr>
          <w:gridAfter w:val="5"/>
          <w:wAfter w:w="3434" w:type="dxa"/>
          <w:trHeight w:val="423"/>
        </w:trPr>
        <w:tc>
          <w:tcPr>
            <w:tcW w:w="976" w:type="dxa"/>
            <w:gridSpan w:val="2"/>
          </w:tcPr>
          <w:p w14:paraId="71E08DD6" w14:textId="77777777" w:rsidR="00FE02EF" w:rsidRDefault="00FE02EF" w:rsidP="00FE02EF"/>
        </w:tc>
        <w:tc>
          <w:tcPr>
            <w:tcW w:w="5850" w:type="dxa"/>
            <w:gridSpan w:val="6"/>
            <w:vMerge/>
          </w:tcPr>
          <w:p w14:paraId="4EAE4925" w14:textId="77777777" w:rsidR="00FE02EF" w:rsidRDefault="00FE02EF" w:rsidP="00FE02EF"/>
        </w:tc>
        <w:tc>
          <w:tcPr>
            <w:tcW w:w="450" w:type="dxa"/>
          </w:tcPr>
          <w:p w14:paraId="0F38FAC5" w14:textId="77777777" w:rsidR="00FE02EF" w:rsidRDefault="00FE02EF" w:rsidP="00FE02EF"/>
        </w:tc>
      </w:tr>
    </w:tbl>
    <w:p w14:paraId="46B6A75A" w14:textId="77777777" w:rsidR="00E41AB4" w:rsidRPr="00173B36" w:rsidRDefault="00E41AB4" w:rsidP="00262B06"/>
    <w:sectPr w:rsidR="00E41AB4" w:rsidRPr="00173B36" w:rsidSect="009C1A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540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A87EB" w14:textId="77777777" w:rsidR="00F01020" w:rsidRDefault="00F01020" w:rsidP="00BA3E51">
      <w:r>
        <w:separator/>
      </w:r>
    </w:p>
  </w:endnote>
  <w:endnote w:type="continuationSeparator" w:id="0">
    <w:p w14:paraId="6E0655A9" w14:textId="77777777" w:rsidR="00F01020" w:rsidRDefault="00F01020" w:rsidP="00BA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9555F" w14:textId="77777777" w:rsidR="0014190D" w:rsidRDefault="001419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8E51A" w14:textId="77777777" w:rsidR="0014190D" w:rsidRDefault="001419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AB3D" w14:textId="77777777" w:rsidR="0014190D" w:rsidRDefault="001419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98B42" w14:textId="77777777" w:rsidR="00F01020" w:rsidRDefault="00F01020" w:rsidP="00BA3E51">
      <w:r>
        <w:separator/>
      </w:r>
    </w:p>
  </w:footnote>
  <w:footnote w:type="continuationSeparator" w:id="0">
    <w:p w14:paraId="2163371A" w14:textId="77777777" w:rsidR="00F01020" w:rsidRDefault="00F01020" w:rsidP="00BA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51C7E" w14:textId="77777777" w:rsidR="0014190D" w:rsidRDefault="001419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9BADC" w14:textId="77777777" w:rsidR="0014190D" w:rsidRDefault="001419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0B70C" w14:textId="77777777" w:rsidR="0014190D" w:rsidRDefault="001419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B4D16"/>
    <w:multiLevelType w:val="multilevel"/>
    <w:tmpl w:val="C86E9916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5E7697" w:themeColor="accent1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DF6190"/>
    <w:multiLevelType w:val="multilevel"/>
    <w:tmpl w:val="DB10AB74"/>
    <w:styleLink w:val="CurrentList1"/>
    <w:lvl w:ilvl="0">
      <w:start w:val="1"/>
      <w:numFmt w:val="bullet"/>
      <w:lvlText w:val="◦"/>
      <w:lvlJc w:val="left"/>
      <w:pPr>
        <w:ind w:left="644" w:hanging="360"/>
      </w:pPr>
      <w:rPr>
        <w:rFonts w:ascii="Segoe UI" w:hAnsi="Segoe UI" w:hint="default"/>
        <w:color w:val="5E7697" w:themeColor="accent1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1149C4"/>
    <w:multiLevelType w:val="hybridMultilevel"/>
    <w:tmpl w:val="2B3CE758"/>
    <w:lvl w:ilvl="0" w:tplc="22B292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E7697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43A324C"/>
    <w:multiLevelType w:val="multilevel"/>
    <w:tmpl w:val="DB10AB74"/>
    <w:styleLink w:val="CurrentList2"/>
    <w:lvl w:ilvl="0">
      <w:start w:val="1"/>
      <w:numFmt w:val="bullet"/>
      <w:lvlText w:val="◦"/>
      <w:lvlJc w:val="left"/>
      <w:pPr>
        <w:ind w:left="644" w:hanging="360"/>
      </w:pPr>
      <w:rPr>
        <w:rFonts w:ascii="Segoe UI" w:hAnsi="Segoe UI" w:hint="default"/>
        <w:color w:val="5E7697" w:themeColor="accent1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6C4CC0"/>
    <w:multiLevelType w:val="multilevel"/>
    <w:tmpl w:val="2B3CE758"/>
    <w:styleLink w:val="CurrentList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E7697" w:themeColor="accent1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02210776">
    <w:abstractNumId w:val="2"/>
  </w:num>
  <w:num w:numId="2" w16cid:durableId="1347056077">
    <w:abstractNumId w:val="1"/>
  </w:num>
  <w:num w:numId="3" w16cid:durableId="1427580610">
    <w:abstractNumId w:val="3"/>
  </w:num>
  <w:num w:numId="4" w16cid:durableId="1627155122">
    <w:abstractNumId w:val="0"/>
  </w:num>
  <w:num w:numId="5" w16cid:durableId="11198836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isplayBackgroundShape/>
  <w:attachedTemplate r:id="rId1"/>
  <w:stylePaneSortMethod w:val="00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20"/>
    <w:rsid w:val="00012360"/>
    <w:rsid w:val="00021DEC"/>
    <w:rsid w:val="00034E3B"/>
    <w:rsid w:val="00041F8A"/>
    <w:rsid w:val="00045F2E"/>
    <w:rsid w:val="00055BBC"/>
    <w:rsid w:val="00072B26"/>
    <w:rsid w:val="00073BF3"/>
    <w:rsid w:val="00077FEB"/>
    <w:rsid w:val="00081B51"/>
    <w:rsid w:val="00083E4B"/>
    <w:rsid w:val="0008561A"/>
    <w:rsid w:val="000A6E00"/>
    <w:rsid w:val="000B16B7"/>
    <w:rsid w:val="000B224D"/>
    <w:rsid w:val="000C7293"/>
    <w:rsid w:val="000D2A52"/>
    <w:rsid w:val="000D3891"/>
    <w:rsid w:val="000D495D"/>
    <w:rsid w:val="000F3FE2"/>
    <w:rsid w:val="001235F6"/>
    <w:rsid w:val="001312D5"/>
    <w:rsid w:val="00136E7B"/>
    <w:rsid w:val="00140582"/>
    <w:rsid w:val="0014190D"/>
    <w:rsid w:val="00144334"/>
    <w:rsid w:val="00157101"/>
    <w:rsid w:val="00157DB0"/>
    <w:rsid w:val="00164D2C"/>
    <w:rsid w:val="00166F4D"/>
    <w:rsid w:val="00173B36"/>
    <w:rsid w:val="00177BCB"/>
    <w:rsid w:val="001A5160"/>
    <w:rsid w:val="001C6CEA"/>
    <w:rsid w:val="001D03A4"/>
    <w:rsid w:val="001D0871"/>
    <w:rsid w:val="001E5794"/>
    <w:rsid w:val="001F6D5E"/>
    <w:rsid w:val="00210D3C"/>
    <w:rsid w:val="002129BD"/>
    <w:rsid w:val="00217454"/>
    <w:rsid w:val="002204CE"/>
    <w:rsid w:val="002251C8"/>
    <w:rsid w:val="002333BC"/>
    <w:rsid w:val="0023600D"/>
    <w:rsid w:val="00241482"/>
    <w:rsid w:val="00246F0F"/>
    <w:rsid w:val="00247A85"/>
    <w:rsid w:val="00261E7B"/>
    <w:rsid w:val="00262B06"/>
    <w:rsid w:val="00293BB8"/>
    <w:rsid w:val="002954B8"/>
    <w:rsid w:val="002A4A92"/>
    <w:rsid w:val="002A6A5C"/>
    <w:rsid w:val="002B0852"/>
    <w:rsid w:val="002C0662"/>
    <w:rsid w:val="002D131D"/>
    <w:rsid w:val="002D2AF9"/>
    <w:rsid w:val="002D5478"/>
    <w:rsid w:val="002E013D"/>
    <w:rsid w:val="00302AC1"/>
    <w:rsid w:val="00320ECB"/>
    <w:rsid w:val="003256CF"/>
    <w:rsid w:val="003416F8"/>
    <w:rsid w:val="003443BA"/>
    <w:rsid w:val="00344FC0"/>
    <w:rsid w:val="00361138"/>
    <w:rsid w:val="0036697C"/>
    <w:rsid w:val="003728CF"/>
    <w:rsid w:val="00377A0D"/>
    <w:rsid w:val="00382737"/>
    <w:rsid w:val="00387FF0"/>
    <w:rsid w:val="003C29D0"/>
    <w:rsid w:val="003C7242"/>
    <w:rsid w:val="003E02DA"/>
    <w:rsid w:val="003E1692"/>
    <w:rsid w:val="003E7783"/>
    <w:rsid w:val="003F1663"/>
    <w:rsid w:val="003F4931"/>
    <w:rsid w:val="00430D9E"/>
    <w:rsid w:val="00442A0E"/>
    <w:rsid w:val="00443C70"/>
    <w:rsid w:val="004675A1"/>
    <w:rsid w:val="00471EA5"/>
    <w:rsid w:val="00472FA9"/>
    <w:rsid w:val="00476E16"/>
    <w:rsid w:val="00487798"/>
    <w:rsid w:val="00490100"/>
    <w:rsid w:val="00495E97"/>
    <w:rsid w:val="004A4C74"/>
    <w:rsid w:val="004D4E80"/>
    <w:rsid w:val="004E5226"/>
    <w:rsid w:val="004E6AB2"/>
    <w:rsid w:val="004E70E8"/>
    <w:rsid w:val="00520C5D"/>
    <w:rsid w:val="005219EA"/>
    <w:rsid w:val="00535F87"/>
    <w:rsid w:val="005566E7"/>
    <w:rsid w:val="00560C7D"/>
    <w:rsid w:val="00564622"/>
    <w:rsid w:val="00577416"/>
    <w:rsid w:val="00594E94"/>
    <w:rsid w:val="005A09D5"/>
    <w:rsid w:val="005A3E0B"/>
    <w:rsid w:val="005B3227"/>
    <w:rsid w:val="005D57E5"/>
    <w:rsid w:val="005D65A2"/>
    <w:rsid w:val="005E26D3"/>
    <w:rsid w:val="005E6EA4"/>
    <w:rsid w:val="005E77B1"/>
    <w:rsid w:val="006175E6"/>
    <w:rsid w:val="00645019"/>
    <w:rsid w:val="0067056E"/>
    <w:rsid w:val="0068094B"/>
    <w:rsid w:val="00685866"/>
    <w:rsid w:val="00686284"/>
    <w:rsid w:val="006959E4"/>
    <w:rsid w:val="006C1B02"/>
    <w:rsid w:val="00716542"/>
    <w:rsid w:val="007337AD"/>
    <w:rsid w:val="0073402D"/>
    <w:rsid w:val="00755988"/>
    <w:rsid w:val="00780ADA"/>
    <w:rsid w:val="00785A5B"/>
    <w:rsid w:val="00792D43"/>
    <w:rsid w:val="007B30FE"/>
    <w:rsid w:val="007B7A61"/>
    <w:rsid w:val="007C2862"/>
    <w:rsid w:val="007E1FA8"/>
    <w:rsid w:val="007E6083"/>
    <w:rsid w:val="007F18EF"/>
    <w:rsid w:val="007F2531"/>
    <w:rsid w:val="00812951"/>
    <w:rsid w:val="00820B7B"/>
    <w:rsid w:val="00832245"/>
    <w:rsid w:val="0083727B"/>
    <w:rsid w:val="00855181"/>
    <w:rsid w:val="00882F23"/>
    <w:rsid w:val="0089047A"/>
    <w:rsid w:val="00892BB6"/>
    <w:rsid w:val="00894CAF"/>
    <w:rsid w:val="008A1020"/>
    <w:rsid w:val="008A1250"/>
    <w:rsid w:val="008A1FCF"/>
    <w:rsid w:val="008A4C6A"/>
    <w:rsid w:val="008B1112"/>
    <w:rsid w:val="008C78F5"/>
    <w:rsid w:val="00914419"/>
    <w:rsid w:val="00923D8B"/>
    <w:rsid w:val="00962E61"/>
    <w:rsid w:val="00972EB6"/>
    <w:rsid w:val="0098447D"/>
    <w:rsid w:val="00984A59"/>
    <w:rsid w:val="00986331"/>
    <w:rsid w:val="009A6667"/>
    <w:rsid w:val="009A707B"/>
    <w:rsid w:val="009B2B04"/>
    <w:rsid w:val="009C1AE9"/>
    <w:rsid w:val="009C7105"/>
    <w:rsid w:val="00A122BB"/>
    <w:rsid w:val="00A1425A"/>
    <w:rsid w:val="00A37F9E"/>
    <w:rsid w:val="00A66A59"/>
    <w:rsid w:val="00A83E7B"/>
    <w:rsid w:val="00A8656F"/>
    <w:rsid w:val="00AB33AC"/>
    <w:rsid w:val="00AB7FE5"/>
    <w:rsid w:val="00AC1E5A"/>
    <w:rsid w:val="00AF3B03"/>
    <w:rsid w:val="00B14E21"/>
    <w:rsid w:val="00B431B6"/>
    <w:rsid w:val="00B54AD3"/>
    <w:rsid w:val="00B62B99"/>
    <w:rsid w:val="00B643D0"/>
    <w:rsid w:val="00B71707"/>
    <w:rsid w:val="00B71E93"/>
    <w:rsid w:val="00B82CA9"/>
    <w:rsid w:val="00B87E22"/>
    <w:rsid w:val="00B9350F"/>
    <w:rsid w:val="00BA3E51"/>
    <w:rsid w:val="00BA55AA"/>
    <w:rsid w:val="00BB1021"/>
    <w:rsid w:val="00BB3142"/>
    <w:rsid w:val="00BB7A6A"/>
    <w:rsid w:val="00BD6049"/>
    <w:rsid w:val="00C155FC"/>
    <w:rsid w:val="00C217FE"/>
    <w:rsid w:val="00C4572B"/>
    <w:rsid w:val="00C532FC"/>
    <w:rsid w:val="00C74B06"/>
    <w:rsid w:val="00C75D84"/>
    <w:rsid w:val="00C857CB"/>
    <w:rsid w:val="00CA5CD9"/>
    <w:rsid w:val="00CC25BF"/>
    <w:rsid w:val="00CC5ED4"/>
    <w:rsid w:val="00D04093"/>
    <w:rsid w:val="00D0794D"/>
    <w:rsid w:val="00D140DF"/>
    <w:rsid w:val="00D14564"/>
    <w:rsid w:val="00D170A9"/>
    <w:rsid w:val="00D4222D"/>
    <w:rsid w:val="00D47E81"/>
    <w:rsid w:val="00D666BB"/>
    <w:rsid w:val="00D720DF"/>
    <w:rsid w:val="00D92ED4"/>
    <w:rsid w:val="00D94ABF"/>
    <w:rsid w:val="00E07B9E"/>
    <w:rsid w:val="00E20245"/>
    <w:rsid w:val="00E216D4"/>
    <w:rsid w:val="00E32A75"/>
    <w:rsid w:val="00E41AB4"/>
    <w:rsid w:val="00E41CE0"/>
    <w:rsid w:val="00E4379F"/>
    <w:rsid w:val="00E65596"/>
    <w:rsid w:val="00E67A2D"/>
    <w:rsid w:val="00E72A6A"/>
    <w:rsid w:val="00E81912"/>
    <w:rsid w:val="00E93829"/>
    <w:rsid w:val="00EA0042"/>
    <w:rsid w:val="00EB1D1B"/>
    <w:rsid w:val="00F01020"/>
    <w:rsid w:val="00F36875"/>
    <w:rsid w:val="00F41A04"/>
    <w:rsid w:val="00F50EE5"/>
    <w:rsid w:val="00F51E3E"/>
    <w:rsid w:val="00F53B71"/>
    <w:rsid w:val="00F5786D"/>
    <w:rsid w:val="00F716E1"/>
    <w:rsid w:val="00F84F00"/>
    <w:rsid w:val="00F906B2"/>
    <w:rsid w:val="00F908C3"/>
    <w:rsid w:val="00F91753"/>
    <w:rsid w:val="00FB1F01"/>
    <w:rsid w:val="00FE02EF"/>
    <w:rsid w:val="00FE2094"/>
    <w:rsid w:val="00FF3A2B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03784"/>
  <w15:chartTrackingRefBased/>
  <w15:docId w15:val="{3B7E0CA8-C046-48BA-9DCC-13A9B4AE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666666" w:themeColor="background2"/>
        <w:sz w:val="18"/>
        <w:szCs w:val="18"/>
        <w:lang w:val="ru-RU" w:eastAsia="en-US" w:bidi="ar-SA"/>
      </w:rPr>
    </w:rPrDefault>
    <w:pPrDefault>
      <w:pPr>
        <w:spacing w:before="80" w:after="240"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97C"/>
    <w:pPr>
      <w:spacing w:before="0" w:after="0" w:line="288" w:lineRule="auto"/>
    </w:pPr>
    <w:rPr>
      <w:color w:val="000000" w:themeColor="text1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2A6A"/>
    <w:pPr>
      <w:keepNext/>
      <w:keepLines/>
      <w:spacing w:line="180" w:lineRule="auto"/>
      <w:outlineLvl w:val="0"/>
    </w:pPr>
    <w:rPr>
      <w:rFonts w:eastAsiaTheme="majorEastAsia" w:cs="Times New Roman (Headings CS)"/>
      <w:b/>
      <w:caps/>
      <w:color w:val="auto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6697C"/>
    <w:pPr>
      <w:keepNext/>
      <w:keepLines/>
      <w:spacing w:line="320" w:lineRule="exact"/>
      <w:outlineLvl w:val="1"/>
    </w:pPr>
    <w:rPr>
      <w:rFonts w:eastAsiaTheme="majorEastAsia" w:cs="Times New Roman (Headings CS)"/>
      <w:szCs w:val="26"/>
    </w:rPr>
  </w:style>
  <w:style w:type="paragraph" w:styleId="Heading3">
    <w:name w:val="heading 3"/>
    <w:basedOn w:val="Normal"/>
    <w:next w:val="Normal"/>
    <w:link w:val="Heading3Char"/>
    <w:uiPriority w:val="9"/>
    <w:rsid w:val="0036697C"/>
    <w:pPr>
      <w:keepNext/>
      <w:keepLines/>
      <w:spacing w:line="320" w:lineRule="exact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4E6AB2"/>
    <w:pPr>
      <w:keepNext/>
      <w:keepLines/>
      <w:spacing w:line="440" w:lineRule="exact"/>
      <w:outlineLvl w:val="3"/>
    </w:pPr>
    <w:rPr>
      <w:rFonts w:eastAsiaTheme="majorEastAsia" w:cstheme="majorBidi"/>
      <w:b/>
      <w:iCs/>
      <w:color w:val="718EB5" w:themeColor="accent3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BB31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6587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2B085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3A4B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A3E5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97C"/>
    <w:rPr>
      <w:color w:val="000000" w:themeColor="text1"/>
      <w:sz w:val="20"/>
      <w:lang w:val="en-US"/>
    </w:rPr>
  </w:style>
  <w:style w:type="paragraph" w:styleId="Footer">
    <w:name w:val="footer"/>
    <w:basedOn w:val="Normal"/>
    <w:link w:val="FooterChar"/>
    <w:uiPriority w:val="99"/>
    <w:semiHidden/>
    <w:rsid w:val="00BA3E5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97C"/>
    <w:rPr>
      <w:color w:val="000000" w:themeColor="text1"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BA3E51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97C"/>
    <w:rPr>
      <w:rFonts w:ascii="Segoe UI" w:hAnsi="Segoe UI" w:cs="Segoe UI"/>
      <w:color w:val="000000" w:themeColor="text1"/>
      <w:sz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BA3E51"/>
    <w:rPr>
      <w:color w:val="808080"/>
    </w:rPr>
  </w:style>
  <w:style w:type="table" w:styleId="TableGrid">
    <w:name w:val="Table Grid"/>
    <w:basedOn w:val="TableNormal"/>
    <w:uiPriority w:val="39"/>
    <w:rsid w:val="00BA3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72A6A"/>
    <w:rPr>
      <w:rFonts w:eastAsiaTheme="majorEastAsia" w:cs="Times New Roman (Headings CS)"/>
      <w:b/>
      <w:caps/>
      <w:color w:val="auto"/>
      <w:sz w:val="20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6697C"/>
    <w:rPr>
      <w:rFonts w:eastAsiaTheme="majorEastAsia" w:cs="Times New Roman (Headings CS)"/>
      <w:color w:val="000000" w:themeColor="text1"/>
      <w:sz w:val="20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36697C"/>
    <w:rPr>
      <w:rFonts w:asciiTheme="majorHAnsi" w:eastAsiaTheme="majorEastAsia" w:hAnsiTheme="majorHAnsi" w:cstheme="majorBidi"/>
      <w:b/>
      <w:color w:val="000000" w:themeColor="text1"/>
      <w:sz w:val="20"/>
      <w:szCs w:val="24"/>
      <w:lang w:val="en-US"/>
    </w:rPr>
  </w:style>
  <w:style w:type="character" w:styleId="Hyperlink">
    <w:name w:val="Hyperlink"/>
    <w:basedOn w:val="DefaultParagraphFont"/>
    <w:uiPriority w:val="99"/>
    <w:semiHidden/>
    <w:rsid w:val="000F3FE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0F3FE2"/>
    <w:rPr>
      <w:color w:val="605E5C"/>
      <w:shd w:val="clear" w:color="auto" w:fill="E1DFDD"/>
    </w:rPr>
  </w:style>
  <w:style w:type="paragraph" w:styleId="NoSpacing">
    <w:name w:val="No Spacing"/>
    <w:uiPriority w:val="12"/>
    <w:semiHidden/>
    <w:qFormat/>
    <w:rsid w:val="00320ECB"/>
    <w:pPr>
      <w:spacing w:before="0" w:after="0" w:line="180" w:lineRule="auto"/>
    </w:pPr>
    <w:rPr>
      <w:color w:val="434343" w:themeColor="accent6"/>
      <w:sz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7CB"/>
    <w:rPr>
      <w:rFonts w:eastAsiaTheme="majorEastAsia" w:cstheme="majorBidi"/>
      <w:b/>
      <w:iCs/>
      <w:color w:val="718EB5" w:themeColor="accent3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7CB"/>
    <w:rPr>
      <w:rFonts w:asciiTheme="majorHAnsi" w:eastAsiaTheme="majorEastAsia" w:hAnsiTheme="majorHAnsi" w:cstheme="majorBidi"/>
      <w:color w:val="465870" w:themeColor="accent1" w:themeShade="BF"/>
    </w:rPr>
  </w:style>
  <w:style w:type="paragraph" w:styleId="ListParagraph">
    <w:name w:val="List Paragraph"/>
    <w:basedOn w:val="Normal"/>
    <w:uiPriority w:val="34"/>
    <w:semiHidden/>
    <w:qFormat/>
    <w:rsid w:val="00E216D4"/>
    <w:pPr>
      <w:spacing w:line="320" w:lineRule="exact"/>
      <w:contextualSpacing/>
    </w:pPr>
    <w:rPr>
      <w:rFonts w:cs="Times New Roman (Body CS)"/>
    </w:rPr>
  </w:style>
  <w:style w:type="paragraph" w:styleId="Title">
    <w:name w:val="Title"/>
    <w:basedOn w:val="Normal"/>
    <w:next w:val="Normal"/>
    <w:link w:val="TitleChar"/>
    <w:uiPriority w:val="10"/>
    <w:qFormat/>
    <w:rsid w:val="0036697C"/>
    <w:pPr>
      <w:spacing w:before="120" w:line="180" w:lineRule="auto"/>
      <w:jc w:val="center"/>
    </w:pPr>
    <w:rPr>
      <w:rFonts w:asciiTheme="majorHAnsi" w:eastAsiaTheme="majorEastAsia" w:hAnsiTheme="majorHAnsi" w:cs="Times New Roman (Headings CS)"/>
      <w:caps/>
      <w:spacing w:val="9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697C"/>
    <w:rPr>
      <w:rFonts w:asciiTheme="majorHAnsi" w:eastAsiaTheme="majorEastAsia" w:hAnsiTheme="majorHAnsi" w:cs="Times New Roman (Headings CS)"/>
      <w:caps/>
      <w:color w:val="000000" w:themeColor="text1"/>
      <w:spacing w:val="90"/>
      <w:kern w:val="28"/>
      <w:sz w:val="60"/>
      <w:szCs w:val="5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7CB"/>
    <w:rPr>
      <w:rFonts w:asciiTheme="majorHAnsi" w:eastAsiaTheme="majorEastAsia" w:hAnsiTheme="majorHAnsi" w:cstheme="majorBidi"/>
      <w:color w:val="2F3A4B" w:themeColor="accent1" w:themeShade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697C"/>
    <w:pPr>
      <w:numPr>
        <w:ilvl w:val="1"/>
      </w:numPr>
      <w:spacing w:line="180" w:lineRule="auto"/>
      <w:jc w:val="center"/>
    </w:pPr>
    <w:rPr>
      <w:rFonts w:asciiTheme="majorHAnsi" w:eastAsiaTheme="minorEastAsia" w:hAnsiTheme="majorHAnsi" w:cs="Times New Roman (Body CS)"/>
      <w:caps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6697C"/>
    <w:rPr>
      <w:rFonts w:asciiTheme="majorHAnsi" w:eastAsiaTheme="minorEastAsia" w:hAnsiTheme="majorHAnsi" w:cs="Times New Roman (Body CS)"/>
      <w:caps/>
      <w:color w:val="000000" w:themeColor="text1"/>
      <w:sz w:val="24"/>
      <w:lang w:val="en-US"/>
    </w:rPr>
  </w:style>
  <w:style w:type="numbering" w:customStyle="1" w:styleId="CurrentList1">
    <w:name w:val="Current List1"/>
    <w:uiPriority w:val="99"/>
    <w:rsid w:val="00490100"/>
    <w:pPr>
      <w:numPr>
        <w:numId w:val="2"/>
      </w:numPr>
    </w:pPr>
  </w:style>
  <w:style w:type="numbering" w:customStyle="1" w:styleId="CurrentList2">
    <w:name w:val="Current List2"/>
    <w:uiPriority w:val="99"/>
    <w:rsid w:val="00832245"/>
    <w:pPr>
      <w:numPr>
        <w:numId w:val="3"/>
      </w:numPr>
    </w:pPr>
  </w:style>
  <w:style w:type="numbering" w:customStyle="1" w:styleId="CurrentList3">
    <w:name w:val="Current List3"/>
    <w:uiPriority w:val="99"/>
    <w:rsid w:val="00832245"/>
    <w:pPr>
      <w:numPr>
        <w:numId w:val="4"/>
      </w:numPr>
    </w:pPr>
  </w:style>
  <w:style w:type="numbering" w:customStyle="1" w:styleId="CurrentList4">
    <w:name w:val="Current List4"/>
    <w:uiPriority w:val="99"/>
    <w:rsid w:val="00520C5D"/>
    <w:pPr>
      <w:numPr>
        <w:numId w:val="5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E02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zkabukhari7@gmail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%20840%20G2\AppData\Roaming\Microsoft\Templates\Social%20media%20marketing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242167680004CDB9FE3B6A4D0F0F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31E48-3E9E-424E-9A9D-DF4AD2ECA789}"/>
      </w:docPartPr>
      <w:docPartBody>
        <w:p w:rsidR="000B540C" w:rsidRDefault="000B540C">
          <w:pPr>
            <w:pStyle w:val="2242167680004CDB9FE3B6A4D0F0F04A"/>
          </w:pPr>
          <w:r w:rsidRPr="00173B36">
            <w:t>CONTACT</w:t>
          </w:r>
        </w:p>
      </w:docPartBody>
    </w:docPart>
    <w:docPart>
      <w:docPartPr>
        <w:name w:val="BF9B6959FF3A45DEB7D347A290171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E2BBD-D654-4EB3-BC27-923EB6D1FF08}"/>
      </w:docPartPr>
      <w:docPartBody>
        <w:p w:rsidR="000B540C" w:rsidRDefault="000B540C">
          <w:pPr>
            <w:pStyle w:val="BF9B6959FF3A45DEB7D347A290171CB8"/>
          </w:pPr>
          <w:r w:rsidRPr="00173B36">
            <w:t>PROFILE</w:t>
          </w:r>
        </w:p>
      </w:docPartBody>
    </w:docPart>
    <w:docPart>
      <w:docPartPr>
        <w:name w:val="0F5A267E397343779262D92B605B5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E34B9-6348-466D-A963-92AF85A389C9}"/>
      </w:docPartPr>
      <w:docPartBody>
        <w:p w:rsidR="000B540C" w:rsidRDefault="000B540C">
          <w:pPr>
            <w:pStyle w:val="0F5A267E397343779262D92B605B51BD"/>
          </w:pPr>
          <w:r w:rsidRPr="00173B36">
            <w:t>SKILLS</w:t>
          </w:r>
        </w:p>
      </w:docPartBody>
    </w:docPart>
    <w:docPart>
      <w:docPartPr>
        <w:name w:val="23C923F90F66497FA5EF50BCC688E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79ACF-B4AD-4D80-9DB7-86A6260C3DEA}"/>
      </w:docPartPr>
      <w:docPartBody>
        <w:p w:rsidR="000B540C" w:rsidRDefault="000B540C">
          <w:pPr>
            <w:pStyle w:val="23C923F90F66497FA5EF50BCC688E411"/>
          </w:pPr>
          <w:r w:rsidRPr="00387FF0">
            <w:t>Communication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40C"/>
    <w:rsid w:val="000B16B7"/>
    <w:rsid w:val="000B540C"/>
    <w:rsid w:val="000D495D"/>
    <w:rsid w:val="00164D2C"/>
    <w:rsid w:val="001D0871"/>
    <w:rsid w:val="003C29D0"/>
    <w:rsid w:val="00A1425A"/>
    <w:rsid w:val="00F50EE5"/>
    <w:rsid w:val="00F9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0B540C"/>
    <w:pPr>
      <w:keepNext/>
      <w:keepLines/>
      <w:spacing w:after="0" w:line="320" w:lineRule="exact"/>
      <w:outlineLvl w:val="1"/>
    </w:pPr>
    <w:rPr>
      <w:rFonts w:eastAsiaTheme="majorEastAsia" w:cs="Times New Roman (Headings CS)"/>
      <w:color w:val="000000" w:themeColor="text1"/>
      <w:kern w:val="0"/>
      <w:sz w:val="20"/>
      <w:szCs w:val="2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180" w:lineRule="auto"/>
      <w:jc w:val="center"/>
    </w:pPr>
    <w:rPr>
      <w:rFonts w:asciiTheme="majorHAnsi" w:hAnsiTheme="majorHAnsi" w:cs="Times New Roman (Body CS)"/>
      <w:caps/>
      <w:color w:val="000000" w:themeColor="text1"/>
      <w:kern w:val="0"/>
      <w:sz w:val="24"/>
      <w:szCs w:val="18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="Times New Roman (Body CS)"/>
      <w:caps/>
      <w:color w:val="000000" w:themeColor="text1"/>
      <w:kern w:val="0"/>
      <w:sz w:val="24"/>
      <w:szCs w:val="18"/>
      <w14:ligatures w14:val="none"/>
    </w:rPr>
  </w:style>
  <w:style w:type="paragraph" w:customStyle="1" w:styleId="2242167680004CDB9FE3B6A4D0F0F04A">
    <w:name w:val="2242167680004CDB9FE3B6A4D0F0F04A"/>
  </w:style>
  <w:style w:type="paragraph" w:customStyle="1" w:styleId="BF9B6959FF3A45DEB7D347A290171CB8">
    <w:name w:val="BF9B6959FF3A45DEB7D347A290171CB8"/>
  </w:style>
  <w:style w:type="paragraph" w:customStyle="1" w:styleId="0F5A267E397343779262D92B605B51BD">
    <w:name w:val="0F5A267E397343779262D92B605B51BD"/>
  </w:style>
  <w:style w:type="paragraph" w:customStyle="1" w:styleId="23C923F90F66497FA5EF50BCC688E411">
    <w:name w:val="23C923F90F66497FA5EF50BCC688E411"/>
  </w:style>
  <w:style w:type="character" w:customStyle="1" w:styleId="Heading2Char">
    <w:name w:val="Heading 2 Char"/>
    <w:basedOn w:val="DefaultParagraphFont"/>
    <w:link w:val="Heading2"/>
    <w:uiPriority w:val="9"/>
    <w:rsid w:val="000B540C"/>
    <w:rPr>
      <w:rFonts w:eastAsiaTheme="majorEastAsia" w:cs="Times New Roman (Headings CS)"/>
      <w:color w:val="000000" w:themeColor="text1"/>
      <w:kern w:val="0"/>
      <w:sz w:val="20"/>
      <w:szCs w:val="26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Custom 52">
      <a:dk1>
        <a:sysClr val="windowText" lastClr="000000"/>
      </a:dk1>
      <a:lt1>
        <a:sysClr val="window" lastClr="FFFFFF"/>
      </a:lt1>
      <a:dk2>
        <a:srgbClr val="333333"/>
      </a:dk2>
      <a:lt2>
        <a:srgbClr val="666666"/>
      </a:lt2>
      <a:accent1>
        <a:srgbClr val="5E7697"/>
      </a:accent1>
      <a:accent2>
        <a:srgbClr val="EACEB7"/>
      </a:accent2>
      <a:accent3>
        <a:srgbClr val="718EB5"/>
      </a:accent3>
      <a:accent4>
        <a:srgbClr val="806153"/>
      </a:accent4>
      <a:accent5>
        <a:srgbClr val="DAE2EC"/>
      </a:accent5>
      <a:accent6>
        <a:srgbClr val="434343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8" ma:contentTypeDescription="Create a new document." ma:contentTypeScope="" ma:versionID="60f5a4f2d2b0abadcf532d48ebf9cb71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7dd78129e6a1811f84807ad11c65153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20275F-CC8A-4230-8267-B84213CEBBD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81F788BB-310B-43D7-B9F5-95A6C7D991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41AEFC-F52C-404E-B283-E9E6F4470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5CED70-FA13-46C4-A102-29F5645502C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Social media marketing resume</Template>
  <TotalTime>48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840 G2</dc:creator>
  <cp:keywords/>
  <dc:description/>
  <cp:lastModifiedBy>Azka Bukhari</cp:lastModifiedBy>
  <cp:revision>19</cp:revision>
  <dcterms:created xsi:type="dcterms:W3CDTF">2024-06-05T12:41:00Z</dcterms:created>
  <dcterms:modified xsi:type="dcterms:W3CDTF">2024-07-16T20:07:00Z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