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0D66E6DA" w14:textId="77777777" w:rsidR="00457ADE" w:rsidRPr="002C4D08" w:rsidRDefault="004A1426" w:rsidP="00A3726F">
      <w:pPr>
        <w:spacing w:before="120"/>
        <w:rPr>
          <w:color w:val="043D68"/>
        </w:rPr>
      </w:pPr>
      <w:r w:rsidRPr="002C4D08">
        <w:rPr>
          <w:noProof/>
          <w:color w:val="043D68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54DBFFCC" wp14:editId="16F1249B">
                <wp:simplePos x="0" y="0"/>
                <wp:positionH relativeFrom="page">
                  <wp:posOffset>4962525</wp:posOffset>
                </wp:positionH>
                <wp:positionV relativeFrom="paragraph">
                  <wp:posOffset>-460375</wp:posOffset>
                </wp:positionV>
                <wp:extent cx="2806700" cy="10058400"/>
                <wp:effectExtent l="0" t="0" r="0" b="0"/>
                <wp:wrapNone/>
                <wp:docPr id="182941553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10058400"/>
                        </a:xfrm>
                        <a:prstGeom prst="rect">
                          <a:avLst/>
                        </a:prstGeom>
                        <a:solidFill>
                          <a:srgbClr val="D3EBFD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43AF5" id="Rectangle 1" o:spid="_x0000_s1026" alt="&quot;&quot;" style="position:absolute;margin-left:390.75pt;margin-top:-36.25pt;width:221pt;height:11in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" fillcolor="#d3ebfd" stroked="f" strokeweight="1pt">
                <v:fill opacity="32896f"/>
                <w10:wrap anchorx="page"/>
                <w10:anchorlock/>
              </v:rect>
            </w:pict>
          </mc:Fallback>
        </mc:AlternateConten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390"/>
        <w:gridCol w:w="999"/>
        <w:gridCol w:w="3411"/>
      </w:tblGrid>
      <w:tr w:rsidR="00AB74C5" w:rsidRPr="00136B3E" w14:paraId="033D45B7" w14:textId="77777777" w:rsidTr="00AA51F5">
        <w:trPr>
          <w:trHeight w:val="1620"/>
        </w:trPr>
        <w:tc>
          <w:tcPr>
            <w:tcW w:w="6390" w:type="dxa"/>
            <w:tcBorders>
              <w:bottom w:val="single" w:sz="4" w:space="0" w:color="043D68" w:themeColor="text2"/>
            </w:tcBorders>
          </w:tcPr>
          <w:p w14:paraId="3FB2F4EA" w14:textId="5945EA2B" w:rsidR="00AB74C5" w:rsidRPr="000B62A1" w:rsidRDefault="000B62A1" w:rsidP="00AB74C5">
            <w:pPr>
              <w:pStyle w:val="Title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MUHAMMAD ABDULLAH</w:t>
            </w:r>
          </w:p>
          <w:p w14:paraId="4F6A85EE" w14:textId="7F995F4A" w:rsidR="00AB74C5" w:rsidRPr="000B62A1" w:rsidRDefault="006261AB" w:rsidP="00AB74C5">
            <w:pPr>
              <w:pStyle w:val="Subtitle"/>
              <w:rPr>
                <w:i/>
                <w:szCs w:val="24"/>
                <w:lang w:val="de-DE"/>
              </w:rPr>
            </w:pPr>
            <w:r w:rsidRPr="000B62A1">
              <w:rPr>
                <w:szCs w:val="24"/>
              </w:rPr>
              <w:t>Video Editor</w:t>
            </w:r>
            <w:r w:rsidR="00D7463D" w:rsidRPr="000B62A1">
              <w:rPr>
                <w:szCs w:val="24"/>
              </w:rPr>
              <w:t xml:space="preserve"> and </w:t>
            </w:r>
            <w:r w:rsidR="000B62A1" w:rsidRPr="000B62A1">
              <w:rPr>
                <w:szCs w:val="24"/>
              </w:rPr>
              <w:t>ASSISTANT IT</w:t>
            </w:r>
          </w:p>
        </w:tc>
        <w:tc>
          <w:tcPr>
            <w:tcW w:w="999" w:type="dxa"/>
          </w:tcPr>
          <w:p w14:paraId="44A0DBE5" w14:textId="77777777" w:rsidR="00AB74C5" w:rsidRPr="00A3726F" w:rsidRDefault="00AB74C5" w:rsidP="00084DEB">
            <w:pPr>
              <w:spacing w:before="360"/>
              <w:rPr>
                <w:color w:val="043D68"/>
                <w:lang w:val="de-DE"/>
              </w:rPr>
            </w:pPr>
          </w:p>
        </w:tc>
        <w:tc>
          <w:tcPr>
            <w:tcW w:w="3411" w:type="dxa"/>
          </w:tcPr>
          <w:p w14:paraId="6A20B143" w14:textId="77777777" w:rsidR="00AB74C5" w:rsidRPr="00A3726F" w:rsidRDefault="00AB74C5" w:rsidP="00084DEB">
            <w:pPr>
              <w:rPr>
                <w:color w:val="043D68"/>
                <w:szCs w:val="20"/>
                <w:lang w:val="de-DE"/>
              </w:rPr>
            </w:pPr>
          </w:p>
        </w:tc>
      </w:tr>
      <w:tr w:rsidR="00676B73" w:rsidRPr="002C4D08" w14:paraId="40D520B1" w14:textId="77777777" w:rsidTr="00AA51F5">
        <w:trPr>
          <w:trHeight w:val="2340"/>
        </w:trPr>
        <w:tc>
          <w:tcPr>
            <w:tcW w:w="6390" w:type="dxa"/>
            <w:tcBorders>
              <w:top w:val="single" w:sz="4" w:space="0" w:color="043D68" w:themeColor="text2"/>
            </w:tcBorders>
          </w:tcPr>
          <w:p w14:paraId="60A81FF2" w14:textId="77777777" w:rsidR="00676B73" w:rsidRPr="00A3726F" w:rsidRDefault="00676B73" w:rsidP="00AB74C5">
            <w:pPr>
              <w:pStyle w:val="Subtitle"/>
              <w:rPr>
                <w:lang w:val="de-DE"/>
              </w:rPr>
            </w:pPr>
          </w:p>
          <w:p w14:paraId="2CDE7609" w14:textId="77777777" w:rsidR="00676B73" w:rsidRPr="002C4D08" w:rsidRDefault="004E3BD4" w:rsidP="00AB74C5">
            <w:pPr>
              <w:pStyle w:val="Subtitle"/>
            </w:pPr>
            <w:sdt>
              <w:sdtPr>
                <w:id w:val="407497110"/>
                <w:placeholder>
                  <w:docPart w:val="4BE4336F379D4EF99B4591AA378553D1"/>
                </w:placeholder>
                <w:temporary/>
                <w:showingPlcHdr/>
                <w15:appearance w15:val="hidden"/>
              </w:sdtPr>
              <w:sdtEndPr/>
              <w:sdtContent>
                <w:r w:rsidR="00676B73" w:rsidRPr="002C4D08">
                  <w:t>OBJECTIVE</w:t>
                </w:r>
              </w:sdtContent>
            </w:sdt>
          </w:p>
          <w:p w14:paraId="6D63100F" w14:textId="1B892214" w:rsidR="00676B73" w:rsidRPr="00DB3AFE" w:rsidRDefault="00665F06" w:rsidP="00084DEB">
            <w:pPr>
              <w:rPr>
                <w:szCs w:val="20"/>
              </w:rPr>
            </w:pPr>
            <w:r w:rsidRPr="00DB3AFE">
              <w:rPr>
                <w:szCs w:val="20"/>
              </w:rPr>
              <w:t>Highly skilled video editor with five years of experience using Adobe Premiere Pro</w:t>
            </w:r>
            <w:r w:rsidR="006D5FF9" w:rsidRPr="00DB3AFE">
              <w:rPr>
                <w:szCs w:val="20"/>
              </w:rPr>
              <w:t xml:space="preserve"> </w:t>
            </w:r>
            <w:r w:rsidR="00E97E4A" w:rsidRPr="00DB3AFE">
              <w:rPr>
                <w:szCs w:val="20"/>
              </w:rPr>
              <w:t>at posit</w:t>
            </w:r>
            <w:r w:rsidR="00745CB1" w:rsidRPr="00DB3AFE">
              <w:rPr>
                <w:szCs w:val="20"/>
              </w:rPr>
              <w:t>i</w:t>
            </w:r>
            <w:r w:rsidR="00E97E4A" w:rsidRPr="00DB3AFE">
              <w:rPr>
                <w:szCs w:val="20"/>
              </w:rPr>
              <w:t xml:space="preserve">on </w:t>
            </w:r>
            <w:r w:rsidR="00745CB1" w:rsidRPr="00DB3AFE">
              <w:rPr>
                <w:szCs w:val="20"/>
              </w:rPr>
              <w:t xml:space="preserve">[Fiverr] </w:t>
            </w:r>
            <w:r w:rsidR="005676F1" w:rsidRPr="00DB3AFE">
              <w:rPr>
                <w:szCs w:val="20"/>
              </w:rPr>
              <w:t xml:space="preserve">and </w:t>
            </w:r>
            <w:r w:rsidR="00303078" w:rsidRPr="00DB3AFE">
              <w:rPr>
                <w:szCs w:val="20"/>
              </w:rPr>
              <w:t>IT Assistant position at [GT</w:t>
            </w:r>
            <w:r w:rsidR="008B581C" w:rsidRPr="00DB3AFE">
              <w:rPr>
                <w:szCs w:val="20"/>
              </w:rPr>
              <w:t>BP</w:t>
            </w:r>
            <w:r w:rsidR="005676F1" w:rsidRPr="00DB3AFE">
              <w:rPr>
                <w:szCs w:val="20"/>
              </w:rPr>
              <w:t>O</w:t>
            </w:r>
            <w:r w:rsidR="00303078" w:rsidRPr="00DB3AFE">
              <w:rPr>
                <w:szCs w:val="20"/>
              </w:rPr>
              <w:t>]</w:t>
            </w:r>
            <w:r w:rsidRPr="00DB3AFE">
              <w:rPr>
                <w:szCs w:val="20"/>
              </w:rPr>
              <w:t>. Seeking a video editing position where I can leverage my expertise in Premiere Pro to create engaging and high-quality video content</w:t>
            </w:r>
            <w:r w:rsidR="00303078" w:rsidRPr="00DB3AFE">
              <w:rPr>
                <w:szCs w:val="20"/>
              </w:rPr>
              <w:t xml:space="preserve"> and </w:t>
            </w:r>
            <w:r w:rsidR="006D5FF9" w:rsidRPr="00DB3AFE">
              <w:rPr>
                <w:szCs w:val="20"/>
              </w:rPr>
              <w:t>troubleshooting</w:t>
            </w:r>
            <w:r w:rsidR="00DB3AFE" w:rsidRPr="00DB3AFE">
              <w:rPr>
                <w:szCs w:val="20"/>
              </w:rPr>
              <w:t xml:space="preserve"> </w:t>
            </w:r>
            <w:r w:rsidR="006D5FF9" w:rsidRPr="00DB3AFE">
              <w:rPr>
                <w:szCs w:val="20"/>
              </w:rPr>
              <w:t>and technical support to enhance system efficiency and user satisfaction</w:t>
            </w:r>
          </w:p>
          <w:p w14:paraId="0C6BF2A8" w14:textId="77777777" w:rsidR="00676B73" w:rsidRPr="002C4D08" w:rsidRDefault="00676B73" w:rsidP="00084DEB">
            <w:pPr>
              <w:rPr>
                <w:i/>
                <w:iCs/>
                <w:color w:val="043D68"/>
              </w:rPr>
            </w:pPr>
          </w:p>
        </w:tc>
        <w:tc>
          <w:tcPr>
            <w:tcW w:w="999" w:type="dxa"/>
            <w:vMerge w:val="restart"/>
          </w:tcPr>
          <w:p w14:paraId="2448DD64" w14:textId="77777777" w:rsidR="00676B73" w:rsidRPr="002C4D08" w:rsidRDefault="00676B73" w:rsidP="00084DEB">
            <w:pPr>
              <w:spacing w:before="360"/>
              <w:rPr>
                <w:color w:val="043D68"/>
              </w:rPr>
            </w:pPr>
          </w:p>
        </w:tc>
        <w:tc>
          <w:tcPr>
            <w:tcW w:w="3411" w:type="dxa"/>
          </w:tcPr>
          <w:p w14:paraId="1A620E50" w14:textId="77777777" w:rsidR="00676B73" w:rsidRDefault="00676B73" w:rsidP="00676B73">
            <w:pPr>
              <w:pStyle w:val="Subtitle"/>
            </w:pPr>
          </w:p>
          <w:p w14:paraId="3ECBC364" w14:textId="77777777" w:rsidR="00676B73" w:rsidRDefault="004E3BD4" w:rsidP="00676B73">
            <w:pPr>
              <w:pStyle w:val="Subtitle"/>
            </w:pPr>
            <w:sdt>
              <w:sdtPr>
                <w:id w:val="-1704474398"/>
                <w:placeholder>
                  <w:docPart w:val="F8FA24CE0F664E54AF2A57B5C32B724E"/>
                </w:placeholder>
                <w:showingPlcHdr/>
                <w15:appearance w15:val="hidden"/>
              </w:sdtPr>
              <w:sdtEndPr/>
              <w:sdtContent>
                <w:r w:rsidR="00676B73" w:rsidRPr="001540E8">
                  <w:t>Contact</w:t>
                </w:r>
              </w:sdtContent>
            </w:sdt>
          </w:p>
          <w:p w14:paraId="2A13B33D" w14:textId="772BB71B" w:rsidR="00676B73" w:rsidRPr="0099108A" w:rsidRDefault="002630C4" w:rsidP="0099108A">
            <w:pPr>
              <w:pStyle w:val="Heading3"/>
            </w:pPr>
            <w:r>
              <w:t>a</w:t>
            </w:r>
            <w:r w:rsidR="00263095">
              <w:t>bdulla</w:t>
            </w:r>
            <w:r>
              <w:t>h</w:t>
            </w:r>
            <w:r w:rsidR="00263095">
              <w:t>37590@gmail.com</w:t>
            </w:r>
          </w:p>
          <w:p w14:paraId="1FB57952" w14:textId="3A02F159" w:rsidR="00C61A02" w:rsidRDefault="00C61A02" w:rsidP="00C61A02">
            <w:pPr>
              <w:pStyle w:val="Heading3"/>
            </w:pPr>
            <w:r>
              <w:t>+923044959593</w:t>
            </w:r>
          </w:p>
          <w:p w14:paraId="516F95DD" w14:textId="2E481E0C" w:rsidR="00676B73" w:rsidRPr="00676B73" w:rsidRDefault="00D7463D" w:rsidP="00C61A02">
            <w:pPr>
              <w:pStyle w:val="Heading3"/>
              <w:rPr>
                <w:b/>
                <w:caps/>
              </w:rPr>
            </w:pPr>
            <w:r>
              <w:t>Lahore, Punjab</w:t>
            </w:r>
          </w:p>
        </w:tc>
      </w:tr>
      <w:tr w:rsidR="00676B73" w:rsidRPr="002C4D08" w14:paraId="55183A9C" w14:textId="77777777" w:rsidTr="00351FDF">
        <w:trPr>
          <w:trHeight w:val="9792"/>
        </w:trPr>
        <w:tc>
          <w:tcPr>
            <w:tcW w:w="6390" w:type="dxa"/>
          </w:tcPr>
          <w:p w14:paraId="4B54053C" w14:textId="77777777" w:rsidR="00676B73" w:rsidRDefault="00605BCE" w:rsidP="00A3726F">
            <w:pPr>
              <w:pStyle w:val="Subtitle"/>
              <w:spacing w:after="360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3C160C93" wp14:editId="34ED3B12">
                      <wp:extent cx="1609090" cy="0"/>
                      <wp:effectExtent l="0" t="0" r="0" b="0"/>
                      <wp:docPr id="1" name="Straight Connector 1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909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D96F6D1" id="Straight Connector 1" o:spid="_x0000_s1026" alt="Decorativ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26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" strokecolor="#043d68 [3215]" strokeweight="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7159ADF4" w14:textId="77777777" w:rsidR="00AA51F5" w:rsidRPr="00020BEB" w:rsidRDefault="004E3BD4" w:rsidP="00AA51F5">
            <w:pPr>
              <w:pStyle w:val="Subtitle"/>
            </w:pPr>
            <w:sdt>
              <w:sdtPr>
                <w:id w:val="1696962928"/>
                <w:placeholder>
                  <w:docPart w:val="70C6A5ABB12E4BD689D1422E1AB0D29A"/>
                </w:placeholder>
                <w:temporary/>
                <w:showingPlcHdr/>
                <w15:appearance w15:val="hidden"/>
              </w:sdtPr>
              <w:sdtEndPr/>
              <w:sdtContent>
                <w:r w:rsidR="00AA51F5" w:rsidRPr="00CF2BE7">
                  <w:t>Experience</w:t>
                </w:r>
              </w:sdtContent>
            </w:sdt>
          </w:p>
          <w:p w14:paraId="74D19D1F" w14:textId="77777777" w:rsidR="00F42550" w:rsidRDefault="00F42550" w:rsidP="00A3726F">
            <w:pPr>
              <w:pStyle w:val="Heading1"/>
            </w:pPr>
          </w:p>
          <w:p w14:paraId="1CDEAA2B" w14:textId="2D8C276F" w:rsidR="00AA51F5" w:rsidRPr="004D2FB4" w:rsidRDefault="008A04CF" w:rsidP="00A3726F">
            <w:pPr>
              <w:pStyle w:val="Heading1"/>
              <w:rPr>
                <w:u w:val="single"/>
              </w:rPr>
            </w:pPr>
            <w:r>
              <w:rPr>
                <w:u w:val="single"/>
              </w:rPr>
              <w:t xml:space="preserve">Video Editor </w:t>
            </w:r>
          </w:p>
          <w:p w14:paraId="00517E99" w14:textId="485DD6D2" w:rsidR="00631914" w:rsidRPr="004D2FB4" w:rsidRDefault="008A04CF" w:rsidP="00631914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freelancer </w:t>
            </w:r>
            <w:r w:rsidR="00A6240C">
              <w:rPr>
                <w:b/>
                <w:bCs/>
              </w:rPr>
              <w:t>at Fiverr</w:t>
            </w:r>
          </w:p>
          <w:p w14:paraId="07FA91B2" w14:textId="01D84FF8" w:rsidR="004D2FB4" w:rsidRPr="004D2FB4" w:rsidRDefault="008A04CF" w:rsidP="004D2FB4">
            <w:pPr>
              <w:pStyle w:val="Heading2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November</w:t>
            </w:r>
            <w:r w:rsidR="00D7463D" w:rsidRPr="004D2FB4">
              <w:rPr>
                <w:b/>
                <w:bCs/>
              </w:rPr>
              <w:t xml:space="preserve"> 20</w:t>
            </w:r>
            <w:r>
              <w:rPr>
                <w:b/>
                <w:bCs/>
              </w:rPr>
              <w:t>19</w:t>
            </w:r>
            <w:r w:rsidR="00D7463D" w:rsidRPr="004D2FB4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September</w:t>
            </w:r>
            <w:r w:rsidR="00D7463D" w:rsidRPr="004D2FB4">
              <w:rPr>
                <w:b/>
                <w:bCs/>
              </w:rPr>
              <w:t xml:space="preserve"> 2023 </w:t>
            </w:r>
          </w:p>
          <w:p w14:paraId="4E9E3E32" w14:textId="77777777" w:rsidR="00B65C99" w:rsidRPr="004E3BD4" w:rsidRDefault="00B65C99" w:rsidP="00B65C99">
            <w:pPr>
              <w:pStyle w:val="ListParagraph"/>
              <w:numPr>
                <w:ilvl w:val="0"/>
                <w:numId w:val="24"/>
              </w:numPr>
              <w:rPr>
                <w:szCs w:val="20"/>
                <w:lang w:val="en-PK"/>
              </w:rPr>
            </w:pPr>
            <w:r w:rsidRPr="004E3BD4">
              <w:rPr>
                <w:szCs w:val="20"/>
                <w:lang w:val="en-PK"/>
              </w:rPr>
              <w:t>Adobe Premiere Pro Expertise</w:t>
            </w:r>
          </w:p>
          <w:p w14:paraId="27C4DAB6" w14:textId="77777777" w:rsidR="00B65C99" w:rsidRPr="004E3BD4" w:rsidRDefault="00B65C99" w:rsidP="00B65C99">
            <w:pPr>
              <w:pStyle w:val="ListParagraph"/>
              <w:numPr>
                <w:ilvl w:val="0"/>
                <w:numId w:val="24"/>
              </w:numPr>
              <w:rPr>
                <w:szCs w:val="20"/>
                <w:lang w:val="en-PK"/>
              </w:rPr>
            </w:pPr>
            <w:r w:rsidRPr="004E3BD4">
              <w:rPr>
                <w:szCs w:val="20"/>
                <w:lang w:val="en-PK"/>
              </w:rPr>
              <w:t>Video Editing and Post-Production</w:t>
            </w:r>
          </w:p>
          <w:p w14:paraId="4607321D" w14:textId="77777777" w:rsidR="00B65C99" w:rsidRPr="004E3BD4" w:rsidRDefault="00B65C99" w:rsidP="00B65C99">
            <w:pPr>
              <w:pStyle w:val="ListParagraph"/>
              <w:numPr>
                <w:ilvl w:val="0"/>
                <w:numId w:val="24"/>
              </w:numPr>
              <w:rPr>
                <w:szCs w:val="20"/>
                <w:lang w:val="en-PK"/>
              </w:rPr>
            </w:pPr>
            <w:proofErr w:type="spellStart"/>
            <w:r w:rsidRPr="004E3BD4">
              <w:rPr>
                <w:szCs w:val="20"/>
                <w:lang w:val="en-PK"/>
              </w:rPr>
              <w:t>Color</w:t>
            </w:r>
            <w:proofErr w:type="spellEnd"/>
            <w:r w:rsidRPr="004E3BD4">
              <w:rPr>
                <w:szCs w:val="20"/>
                <w:lang w:val="en-PK"/>
              </w:rPr>
              <w:t xml:space="preserve"> Correction and Grading</w:t>
            </w:r>
          </w:p>
          <w:p w14:paraId="1D1A4CA4" w14:textId="77777777" w:rsidR="00B65C99" w:rsidRPr="004E3BD4" w:rsidRDefault="00B65C99" w:rsidP="00B65C99">
            <w:pPr>
              <w:pStyle w:val="ListParagraph"/>
              <w:numPr>
                <w:ilvl w:val="0"/>
                <w:numId w:val="24"/>
              </w:numPr>
              <w:rPr>
                <w:szCs w:val="20"/>
                <w:lang w:val="en-PK"/>
              </w:rPr>
            </w:pPr>
            <w:r w:rsidRPr="004E3BD4">
              <w:rPr>
                <w:szCs w:val="20"/>
                <w:lang w:val="en-PK"/>
              </w:rPr>
              <w:t>Motion Graphics and Special Effects</w:t>
            </w:r>
          </w:p>
          <w:p w14:paraId="14FAFBB5" w14:textId="77777777" w:rsidR="00B65C99" w:rsidRPr="004E3BD4" w:rsidRDefault="00B65C99" w:rsidP="00B65C99">
            <w:pPr>
              <w:pStyle w:val="ListParagraph"/>
              <w:numPr>
                <w:ilvl w:val="0"/>
                <w:numId w:val="24"/>
              </w:numPr>
              <w:rPr>
                <w:szCs w:val="20"/>
                <w:lang w:val="en-PK"/>
              </w:rPr>
            </w:pPr>
            <w:r w:rsidRPr="004E3BD4">
              <w:rPr>
                <w:szCs w:val="20"/>
                <w:lang w:val="en-PK"/>
              </w:rPr>
              <w:t>Project Management</w:t>
            </w:r>
          </w:p>
          <w:p w14:paraId="7B971735" w14:textId="77777777" w:rsidR="00B65C99" w:rsidRPr="004E3BD4" w:rsidRDefault="00B65C99" w:rsidP="00B65C99">
            <w:pPr>
              <w:pStyle w:val="ListParagraph"/>
              <w:numPr>
                <w:ilvl w:val="0"/>
                <w:numId w:val="24"/>
              </w:numPr>
              <w:rPr>
                <w:szCs w:val="20"/>
                <w:lang w:val="en-PK"/>
              </w:rPr>
            </w:pPr>
            <w:r w:rsidRPr="004E3BD4">
              <w:rPr>
                <w:szCs w:val="20"/>
                <w:lang w:val="en-PK"/>
              </w:rPr>
              <w:t>Excellent Communication and Collaboration</w:t>
            </w:r>
          </w:p>
          <w:p w14:paraId="40AA1280" w14:textId="018F1FC4" w:rsidR="00A3726F" w:rsidRDefault="00A3726F" w:rsidP="00351FDF">
            <w:pPr>
              <w:pStyle w:val="Heading1"/>
            </w:pPr>
          </w:p>
          <w:p w14:paraId="2493A8EB" w14:textId="7411864B" w:rsidR="00631914" w:rsidRPr="004D2FB4" w:rsidRDefault="00BA2FD7" w:rsidP="00631914">
            <w:pPr>
              <w:pStyle w:val="Heading1"/>
              <w:rPr>
                <w:u w:val="single"/>
              </w:rPr>
            </w:pPr>
            <w:r>
              <w:rPr>
                <w:u w:val="single"/>
              </w:rPr>
              <w:t xml:space="preserve">Assistant It </w:t>
            </w:r>
          </w:p>
          <w:p w14:paraId="3C79753A" w14:textId="267AFE1B" w:rsidR="00631914" w:rsidRPr="004D2FB4" w:rsidRDefault="00631914" w:rsidP="00631914">
            <w:pPr>
              <w:spacing w:line="240" w:lineRule="auto"/>
              <w:rPr>
                <w:b/>
                <w:bCs/>
              </w:rPr>
            </w:pPr>
            <w:r w:rsidRPr="004D2FB4">
              <w:rPr>
                <w:b/>
                <w:bCs/>
              </w:rPr>
              <w:t>Global Talent BPO</w:t>
            </w:r>
          </w:p>
          <w:p w14:paraId="599870CF" w14:textId="494C0ACB" w:rsidR="00631914" w:rsidRPr="004D2FB4" w:rsidRDefault="00FE36DC" w:rsidP="004D2FB4">
            <w:pPr>
              <w:pStyle w:val="Heading2"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September</w:t>
            </w:r>
            <w:r w:rsidR="00631914" w:rsidRPr="004D2FB4">
              <w:rPr>
                <w:b/>
                <w:bCs/>
              </w:rPr>
              <w:t xml:space="preserve"> 2023 </w:t>
            </w:r>
            <w:r w:rsidR="007E28AF">
              <w:rPr>
                <w:b/>
                <w:bCs/>
              </w:rPr>
              <w:t>–</w:t>
            </w:r>
            <w:r w:rsidR="00631914" w:rsidRPr="004D2FB4">
              <w:rPr>
                <w:b/>
                <w:bCs/>
              </w:rPr>
              <w:t xml:space="preserve"> </w:t>
            </w:r>
            <w:r w:rsidR="003B6143">
              <w:rPr>
                <w:b/>
                <w:bCs/>
              </w:rPr>
              <w:t>J</w:t>
            </w:r>
            <w:r w:rsidR="003B6143" w:rsidRPr="003B6143">
              <w:rPr>
                <w:b/>
                <w:bCs/>
              </w:rPr>
              <w:t>anuary</w:t>
            </w:r>
            <w:r w:rsidR="007E28AF">
              <w:rPr>
                <w:b/>
                <w:bCs/>
              </w:rPr>
              <w:t xml:space="preserve"> 202</w:t>
            </w:r>
            <w:r w:rsidR="003B6143">
              <w:rPr>
                <w:b/>
                <w:bCs/>
              </w:rPr>
              <w:t>4</w:t>
            </w:r>
          </w:p>
          <w:p w14:paraId="117B9EBE" w14:textId="77777777" w:rsidR="00351FDF" w:rsidRPr="00631914" w:rsidRDefault="00631914" w:rsidP="00631914">
            <w:pPr>
              <w:pStyle w:val="ListParagraph"/>
              <w:numPr>
                <w:ilvl w:val="0"/>
                <w:numId w:val="23"/>
              </w:numPr>
              <w:rPr>
                <w:color w:val="043D68"/>
              </w:rPr>
            </w:pPr>
            <w:r>
              <w:t>Troubleshooting</w:t>
            </w:r>
          </w:p>
          <w:p w14:paraId="23B9DD92" w14:textId="0EE8094E" w:rsidR="00631914" w:rsidRPr="00631914" w:rsidRDefault="0011786B" w:rsidP="00631914">
            <w:pPr>
              <w:pStyle w:val="ListParagraph"/>
              <w:numPr>
                <w:ilvl w:val="0"/>
                <w:numId w:val="23"/>
              </w:numPr>
              <w:rPr>
                <w:color w:val="043D68"/>
              </w:rPr>
            </w:pPr>
            <w:r>
              <w:t>Administer</w:t>
            </w:r>
            <w:r w:rsidR="001B535A">
              <w:t>s user account</w:t>
            </w:r>
            <w:r>
              <w:t xml:space="preserve"> </w:t>
            </w:r>
          </w:p>
          <w:p w14:paraId="1B73803F" w14:textId="0D7DCE69" w:rsidR="00631914" w:rsidRPr="00631914" w:rsidRDefault="00967E77" w:rsidP="00631914">
            <w:pPr>
              <w:pStyle w:val="ListParagraph"/>
              <w:numPr>
                <w:ilvl w:val="0"/>
                <w:numId w:val="23"/>
              </w:numPr>
              <w:rPr>
                <w:color w:val="043D68"/>
              </w:rPr>
            </w:pPr>
            <w:r>
              <w:t>Design and produces basic reports</w:t>
            </w:r>
          </w:p>
          <w:p w14:paraId="462E8789" w14:textId="7BB4A632" w:rsidR="00631914" w:rsidRPr="00631914" w:rsidRDefault="003A7358" w:rsidP="00631914">
            <w:pPr>
              <w:pStyle w:val="ListParagraph"/>
              <w:numPr>
                <w:ilvl w:val="0"/>
                <w:numId w:val="23"/>
              </w:numPr>
              <w:rPr>
                <w:color w:val="043D68"/>
              </w:rPr>
            </w:pPr>
            <w:r>
              <w:t>Transfer computer files between plat</w:t>
            </w:r>
            <w:r w:rsidR="006436A2">
              <w:t>forms</w:t>
            </w:r>
          </w:p>
          <w:p w14:paraId="0C98F444" w14:textId="0A55FA09" w:rsidR="00631914" w:rsidRPr="00631914" w:rsidRDefault="00B80FC6" w:rsidP="00631914">
            <w:pPr>
              <w:pStyle w:val="ListParagraph"/>
              <w:numPr>
                <w:ilvl w:val="0"/>
                <w:numId w:val="23"/>
              </w:numPr>
              <w:rPr>
                <w:color w:val="043D68"/>
              </w:rPr>
            </w:pPr>
            <w:r>
              <w:t>Test p</w:t>
            </w:r>
            <w:r w:rsidR="005574C0">
              <w:t>ro</w:t>
            </w:r>
            <w:r>
              <w:t>gram</w:t>
            </w:r>
            <w:r w:rsidR="005574C0">
              <w:t>s</w:t>
            </w:r>
          </w:p>
          <w:p w14:paraId="5AE36C7A" w14:textId="1168C210" w:rsidR="00631914" w:rsidRDefault="00A46B82" w:rsidP="00631914">
            <w:pPr>
              <w:pStyle w:val="ListParagraph"/>
              <w:numPr>
                <w:ilvl w:val="0"/>
                <w:numId w:val="23"/>
              </w:numPr>
              <w:rPr>
                <w:color w:val="043D68"/>
              </w:rPr>
            </w:pPr>
            <w:r>
              <w:rPr>
                <w:color w:val="043D68"/>
              </w:rPr>
              <w:t xml:space="preserve">Installs software and installs, repairs hardware and </w:t>
            </w:r>
            <w:r w:rsidR="00BD4660">
              <w:rPr>
                <w:color w:val="043D68"/>
              </w:rPr>
              <w:t>peripherals</w:t>
            </w:r>
            <w:r>
              <w:rPr>
                <w:color w:val="043D68"/>
              </w:rPr>
              <w:t xml:space="preserve"> </w:t>
            </w:r>
          </w:p>
          <w:p w14:paraId="13F3601E" w14:textId="5DB4FA57" w:rsidR="00631914" w:rsidRDefault="007C562C" w:rsidP="00631914">
            <w:pPr>
              <w:pStyle w:val="ListParagraph"/>
              <w:numPr>
                <w:ilvl w:val="0"/>
                <w:numId w:val="23"/>
              </w:numPr>
              <w:rPr>
                <w:color w:val="043D68"/>
              </w:rPr>
            </w:pPr>
            <w:r>
              <w:rPr>
                <w:color w:val="043D68"/>
              </w:rPr>
              <w:t>Maintains system</w:t>
            </w:r>
            <w:r w:rsidR="00E87880">
              <w:rPr>
                <w:color w:val="043D68"/>
              </w:rPr>
              <w:t>, database and webpage</w:t>
            </w:r>
            <w:r w:rsidR="008F6604">
              <w:rPr>
                <w:color w:val="043D68"/>
              </w:rPr>
              <w:t>s</w:t>
            </w:r>
            <w:r w:rsidR="00E87880">
              <w:rPr>
                <w:color w:val="043D68"/>
              </w:rPr>
              <w:t xml:space="preserve"> </w:t>
            </w:r>
          </w:p>
          <w:p w14:paraId="4D575754" w14:textId="77777777" w:rsidR="00E87880" w:rsidRDefault="00E24B9E" w:rsidP="00631914">
            <w:pPr>
              <w:pStyle w:val="ListParagraph"/>
              <w:numPr>
                <w:ilvl w:val="0"/>
                <w:numId w:val="23"/>
              </w:numPr>
              <w:rPr>
                <w:color w:val="043D68"/>
              </w:rPr>
            </w:pPr>
            <w:r>
              <w:rPr>
                <w:color w:val="043D68"/>
              </w:rPr>
              <w:t>Sets up and submits production jobs and editor and debug</w:t>
            </w:r>
            <w:r w:rsidR="008F6604">
              <w:rPr>
                <w:color w:val="043D68"/>
              </w:rPr>
              <w:t>s computer output</w:t>
            </w:r>
          </w:p>
          <w:p w14:paraId="218A5AC9" w14:textId="77777777" w:rsidR="00BE3458" w:rsidRDefault="0035500F" w:rsidP="00631914">
            <w:pPr>
              <w:pStyle w:val="ListParagraph"/>
              <w:numPr>
                <w:ilvl w:val="0"/>
                <w:numId w:val="23"/>
              </w:numPr>
              <w:rPr>
                <w:color w:val="043D68"/>
              </w:rPr>
            </w:pPr>
            <w:r>
              <w:rPr>
                <w:color w:val="043D68"/>
              </w:rPr>
              <w:t xml:space="preserve">Set up and configures desktop computer, peripheral </w:t>
            </w:r>
            <w:r w:rsidR="000839DA">
              <w:rPr>
                <w:color w:val="043D68"/>
              </w:rPr>
              <w:t>and accounts assigning security level</w:t>
            </w:r>
          </w:p>
          <w:p w14:paraId="76627CFE" w14:textId="77777777" w:rsidR="00EB4B24" w:rsidRDefault="00EB4B24" w:rsidP="00EB4B24">
            <w:pPr>
              <w:pStyle w:val="ListParagraph"/>
              <w:rPr>
                <w:color w:val="043D68"/>
              </w:rPr>
            </w:pPr>
          </w:p>
          <w:p w14:paraId="70B49B3A" w14:textId="77777777" w:rsidR="00EB4B24" w:rsidRDefault="00EB4B24" w:rsidP="00EB4B24">
            <w:pPr>
              <w:pStyle w:val="Heading1"/>
              <w:rPr>
                <w:u w:val="single"/>
              </w:rPr>
            </w:pPr>
            <w:r>
              <w:rPr>
                <w:u w:val="single"/>
              </w:rPr>
              <w:t xml:space="preserve">Web Development </w:t>
            </w:r>
          </w:p>
          <w:p w14:paraId="17D7A981" w14:textId="77777777" w:rsidR="00EB4B24" w:rsidRDefault="00A87390" w:rsidP="00EB4B2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Course at </w:t>
            </w:r>
            <w:proofErr w:type="spellStart"/>
            <w:r>
              <w:rPr>
                <w:b/>
                <w:bCs/>
              </w:rPr>
              <w:t>Corvit</w:t>
            </w:r>
            <w:proofErr w:type="spellEnd"/>
            <w:r>
              <w:rPr>
                <w:b/>
                <w:bCs/>
              </w:rPr>
              <w:t xml:space="preserve"> from </w:t>
            </w:r>
            <w:proofErr w:type="spellStart"/>
            <w:r>
              <w:rPr>
                <w:b/>
                <w:bCs/>
              </w:rPr>
              <w:t>Navttc</w:t>
            </w:r>
            <w:proofErr w:type="spellEnd"/>
            <w:r>
              <w:rPr>
                <w:b/>
                <w:bCs/>
              </w:rPr>
              <w:t xml:space="preserve"> </w:t>
            </w:r>
            <w:r w:rsidR="001F3628">
              <w:rPr>
                <w:b/>
                <w:bCs/>
              </w:rPr>
              <w:t>(Course Complete)</w:t>
            </w:r>
            <w:r>
              <w:rPr>
                <w:b/>
                <w:bCs/>
              </w:rPr>
              <w:t xml:space="preserve"> </w:t>
            </w:r>
          </w:p>
          <w:p w14:paraId="6232EB2F" w14:textId="02769CAF" w:rsidR="001F3628" w:rsidRPr="001F3628" w:rsidRDefault="00FA662F" w:rsidP="001F3628">
            <w:pPr>
              <w:pStyle w:val="ListParagraph"/>
              <w:numPr>
                <w:ilvl w:val="0"/>
                <w:numId w:val="23"/>
              </w:numPr>
              <w:rPr>
                <w:color w:val="043D68"/>
              </w:rPr>
            </w:pPr>
            <w:r>
              <w:t>HTML, CSS &amp; JAVASCRIPT</w:t>
            </w:r>
          </w:p>
          <w:p w14:paraId="06396060" w14:textId="77777777" w:rsidR="001F3628" w:rsidRDefault="001F3628" w:rsidP="00EB4B24">
            <w:pPr>
              <w:rPr>
                <w:b/>
                <w:bCs/>
              </w:rPr>
            </w:pPr>
          </w:p>
          <w:p w14:paraId="74C685A9" w14:textId="0CB7C83E" w:rsidR="001F3628" w:rsidRPr="00EB4B24" w:rsidRDefault="001F3628" w:rsidP="00EB4B24">
            <w:pPr>
              <w:rPr>
                <w:b/>
                <w:bCs/>
              </w:rPr>
            </w:pPr>
          </w:p>
        </w:tc>
        <w:tc>
          <w:tcPr>
            <w:tcW w:w="999" w:type="dxa"/>
            <w:vMerge/>
          </w:tcPr>
          <w:p w14:paraId="7F028C3E" w14:textId="77777777" w:rsidR="00676B73" w:rsidRPr="002C4D08" w:rsidRDefault="00676B73" w:rsidP="00084DEB">
            <w:pPr>
              <w:rPr>
                <w:color w:val="043D68"/>
              </w:rPr>
            </w:pPr>
          </w:p>
        </w:tc>
        <w:tc>
          <w:tcPr>
            <w:tcW w:w="3411" w:type="dxa"/>
          </w:tcPr>
          <w:p w14:paraId="1FCB1D70" w14:textId="77777777" w:rsidR="00676B73" w:rsidRDefault="00605BCE" w:rsidP="00A3726F">
            <w:pPr>
              <w:pStyle w:val="Subtitle"/>
              <w:spacing w:after="360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0BFFE8F3" wp14:editId="739869B9">
                      <wp:extent cx="1609090" cy="0"/>
                      <wp:effectExtent l="0" t="0" r="0" b="0"/>
                      <wp:docPr id="2" name="Straight Connector 2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909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AA53756" id="Straight Connector 2" o:spid="_x0000_s1026" alt="Decorativ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26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" strokecolor="#043d68 [3215]" strokeweight="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E350F5A" w14:textId="77777777" w:rsidR="00A3726F" w:rsidRDefault="004E3BD4" w:rsidP="00A3726F">
            <w:pPr>
              <w:pStyle w:val="Subtitle"/>
            </w:pPr>
            <w:sdt>
              <w:sdtPr>
                <w:id w:val="-609588387"/>
                <w:placeholder>
                  <w:docPart w:val="4E8339A0375249F0BD973D7F08B40C13"/>
                </w:placeholder>
                <w:temporary/>
                <w:showingPlcHdr/>
                <w15:appearance w15:val="hidden"/>
              </w:sdtPr>
              <w:sdtEndPr/>
              <w:sdtContent>
                <w:r w:rsidR="00A3726F">
                  <w:t>About Me</w:t>
                </w:r>
              </w:sdtContent>
            </w:sdt>
          </w:p>
          <w:p w14:paraId="649ADC57" w14:textId="2529BD83" w:rsidR="00A3726F" w:rsidRDefault="004E3BD4" w:rsidP="00A3726F">
            <w:sdt>
              <w:sdtPr>
                <w:id w:val="1203286039"/>
                <w:placeholder>
                  <w:docPart w:val="A8092FA3A4E64A43A83A9511E6347D19"/>
                </w:placeholder>
                <w15:appearance w15:val="hidden"/>
              </w:sdtPr>
              <w:sdtEndPr/>
              <w:sdtContent>
                <w:r w:rsidR="00BD399E">
                  <w:t>Graduation from GCU in Computer Science.</w:t>
                </w:r>
              </w:sdtContent>
            </w:sdt>
            <w:r w:rsidR="00BD399E">
              <w:t xml:space="preserve"> </w:t>
            </w:r>
          </w:p>
          <w:p w14:paraId="19118F4D" w14:textId="2925C743" w:rsidR="00BD399E" w:rsidRDefault="00BD399E" w:rsidP="00A3726F">
            <w:r>
              <w:t>Hands on experience in each mentioned domain.</w:t>
            </w:r>
          </w:p>
          <w:p w14:paraId="22511447" w14:textId="034EED2F" w:rsidR="00BD399E" w:rsidRPr="00A3726F" w:rsidRDefault="00BD399E" w:rsidP="00A3726F">
            <w:r>
              <w:t xml:space="preserve">Courses from </w:t>
            </w:r>
            <w:proofErr w:type="spellStart"/>
            <w:r w:rsidR="003A483A">
              <w:t>Navttc</w:t>
            </w:r>
            <w:proofErr w:type="spellEnd"/>
            <w:r>
              <w:t xml:space="preserve"> </w:t>
            </w:r>
            <w:r w:rsidR="008B581C">
              <w:t>&amp;</w:t>
            </w:r>
            <w:r w:rsidR="00C61A02">
              <w:t xml:space="preserve"> Udemy </w:t>
            </w:r>
            <w:r>
              <w:t xml:space="preserve">to enhance </w:t>
            </w:r>
            <w:r w:rsidR="000A0E12">
              <w:t>my</w:t>
            </w:r>
            <w:r>
              <w:t xml:space="preserve"> skills.</w:t>
            </w:r>
          </w:p>
          <w:p w14:paraId="4367C0FF" w14:textId="77777777" w:rsidR="00351FDF" w:rsidRDefault="00351FDF" w:rsidP="00676B73"/>
          <w:p w14:paraId="7E63D62B" w14:textId="77777777" w:rsidR="00351FDF" w:rsidRDefault="00351FDF" w:rsidP="00351FDF">
            <w:pPr>
              <w:pStyle w:val="Subtitle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391CC7EE" wp14:editId="202EDAB1">
                      <wp:extent cx="1609090" cy="0"/>
                      <wp:effectExtent l="0" t="0" r="0" b="0"/>
                      <wp:docPr id="3" name="Straight Connector 3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909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600B266" id="Straight Connector 3" o:spid="_x0000_s1026" alt="Decorativ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26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" strokecolor="#043d68 [3215]" strokeweight="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71C202A" w14:textId="77777777" w:rsidR="00351FDF" w:rsidRPr="00E91344" w:rsidRDefault="00351FDF" w:rsidP="00676B73"/>
          <w:p w14:paraId="503B2D22" w14:textId="295A28A9" w:rsidR="00351FDF" w:rsidRPr="009B4B3C" w:rsidRDefault="004E3BD4" w:rsidP="00BD399E">
            <w:pPr>
              <w:pStyle w:val="Subtitle"/>
            </w:pPr>
            <w:sdt>
              <w:sdtPr>
                <w:id w:val="-1334530411"/>
                <w:placeholder>
                  <w:docPart w:val="ACE4E88F306745F2A1F04C2B8782C850"/>
                </w:placeholder>
                <w:temporary/>
                <w:showingPlcHdr/>
                <w15:appearance w15:val="hidden"/>
              </w:sdtPr>
              <w:sdtEndPr/>
              <w:sdtContent>
                <w:r w:rsidR="00351FDF" w:rsidRPr="00351FDF">
                  <w:t>EDUCATION</w:t>
                </w:r>
              </w:sdtContent>
            </w:sdt>
          </w:p>
          <w:p w14:paraId="4AB95929" w14:textId="1E576091" w:rsidR="00263095" w:rsidRPr="00C61A02" w:rsidRDefault="00263095" w:rsidP="00A3726F">
            <w:r w:rsidRPr="00C61A02">
              <w:t xml:space="preserve">Lahore </w:t>
            </w:r>
            <w:proofErr w:type="spellStart"/>
            <w:r w:rsidRPr="00C61A02">
              <w:t>Garrision</w:t>
            </w:r>
            <w:proofErr w:type="spellEnd"/>
            <w:r w:rsidRPr="00C61A02">
              <w:t xml:space="preserve"> Grammer Schools</w:t>
            </w:r>
          </w:p>
          <w:p w14:paraId="21CC5F18" w14:textId="77777777" w:rsidR="00303078" w:rsidRDefault="00303078" w:rsidP="00A3726F"/>
          <w:p w14:paraId="21F8D8EC" w14:textId="72B195CA" w:rsidR="00D7463D" w:rsidRPr="00C61A02" w:rsidRDefault="00D7463D" w:rsidP="00A3726F">
            <w:r w:rsidRPr="00C61A02">
              <w:t xml:space="preserve">Government </w:t>
            </w:r>
            <w:proofErr w:type="spellStart"/>
            <w:r w:rsidRPr="00C61A02">
              <w:t>Col</w:t>
            </w:r>
            <w:r w:rsidR="00C61A02" w:rsidRPr="00C61A02">
              <w:t>loge</w:t>
            </w:r>
            <w:proofErr w:type="spellEnd"/>
            <w:r w:rsidRPr="00C61A02">
              <w:t xml:space="preserve"> Uni</w:t>
            </w:r>
            <w:r w:rsidR="00C61A02" w:rsidRPr="00C61A02">
              <w:t>versity</w:t>
            </w:r>
            <w:r w:rsidRPr="00C61A02">
              <w:t xml:space="preserve"> Lahore (GCU)</w:t>
            </w:r>
          </w:p>
          <w:p w14:paraId="184F126C" w14:textId="77777777" w:rsidR="00676B73" w:rsidRPr="00C61A02" w:rsidRDefault="00676B73" w:rsidP="00351FDF"/>
          <w:p w14:paraId="2C8269CA" w14:textId="77777777" w:rsidR="00351FDF" w:rsidRPr="00E91344" w:rsidRDefault="00E91344" w:rsidP="00A3726F">
            <w:pPr>
              <w:pStyle w:val="Subtitle"/>
            </w:pPr>
            <w:r>
              <w:rPr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40887AFD" wp14:editId="4EE308B6">
                      <wp:extent cx="1609090" cy="0"/>
                      <wp:effectExtent l="0" t="0" r="0" b="0"/>
                      <wp:docPr id="4" name="Straight Connector 4" descr="Decorati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909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1D5FF35A" id="Straight Connector 4" o:spid="_x0000_s1026" alt="Decorativ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26.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" strokecolor="#043d68 [3215]" strokeweight="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222138D6" w14:textId="77777777" w:rsidR="00351FDF" w:rsidRPr="00E91344" w:rsidRDefault="00351FDF" w:rsidP="00351FDF"/>
          <w:p w14:paraId="6F8E2409" w14:textId="77777777" w:rsidR="00351FDF" w:rsidRPr="00C822BF" w:rsidRDefault="004E3BD4" w:rsidP="00351FDF">
            <w:pPr>
              <w:pStyle w:val="Subtitle"/>
            </w:pPr>
            <w:sdt>
              <w:sdtPr>
                <w:id w:val="1687565607"/>
                <w:placeholder>
                  <w:docPart w:val="B97D7A88EE36475780D216BD03D7D577"/>
                </w:placeholder>
                <w:temporary/>
                <w:showingPlcHdr/>
                <w15:appearance w15:val="hidden"/>
              </w:sdtPr>
              <w:sdtEndPr/>
              <w:sdtContent>
                <w:r w:rsidR="00351FDF" w:rsidRPr="004D2FB4">
                  <w:rPr>
                    <w:u w:val="single"/>
                  </w:rPr>
                  <w:t>SKILLS</w:t>
                </w:r>
              </w:sdtContent>
            </w:sdt>
          </w:p>
          <w:p w14:paraId="3B09533F" w14:textId="77777777" w:rsidR="00351FDF" w:rsidRPr="00E91344" w:rsidRDefault="00351FDF" w:rsidP="00351FDF"/>
          <w:p w14:paraId="7DAD0BFB" w14:textId="77777777" w:rsidR="00303078" w:rsidRDefault="00B40169" w:rsidP="00303078">
            <w:pPr>
              <w:pStyle w:val="Heading3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Video Editor</w:t>
            </w:r>
          </w:p>
          <w:p w14:paraId="0A7A51B3" w14:textId="7F65C114" w:rsidR="00BD399E" w:rsidRPr="008A04CF" w:rsidRDefault="00B40169" w:rsidP="00303078">
            <w:pPr>
              <w:pStyle w:val="Heading3"/>
              <w:rPr>
                <w:b/>
                <w:bCs/>
                <w:lang w:val="en-US"/>
              </w:rPr>
            </w:pPr>
            <w:r w:rsidRPr="00303078">
              <w:rPr>
                <w:b/>
                <w:bCs/>
                <w:lang w:val="en-US"/>
              </w:rPr>
              <w:t>Assistant IT</w:t>
            </w:r>
          </w:p>
          <w:p w14:paraId="2C69E50D" w14:textId="3B2BA306" w:rsidR="00D7463D" w:rsidRPr="008A04CF" w:rsidRDefault="00B40169" w:rsidP="00D7463D">
            <w:pPr>
              <w:rPr>
                <w:b/>
                <w:bCs/>
              </w:rPr>
            </w:pPr>
            <w:r>
              <w:rPr>
                <w:b/>
                <w:bCs/>
              </w:rPr>
              <w:t>Web Development</w:t>
            </w:r>
          </w:p>
          <w:p w14:paraId="074043F4" w14:textId="43AD6669" w:rsidR="00BD399E" w:rsidRPr="008A04CF" w:rsidRDefault="00BD399E" w:rsidP="00D7463D"/>
          <w:p w14:paraId="3F75A513" w14:textId="77777777" w:rsidR="00D7463D" w:rsidRPr="008A04CF" w:rsidRDefault="00D7463D" w:rsidP="00D7463D"/>
          <w:p w14:paraId="2D8EA9E3" w14:textId="35784203" w:rsidR="00351FDF" w:rsidRPr="008A04CF" w:rsidRDefault="00351FDF" w:rsidP="00A3726F">
            <w:pPr>
              <w:pStyle w:val="Heading3"/>
              <w:rPr>
                <w:lang w:val="en-US"/>
              </w:rPr>
            </w:pPr>
          </w:p>
        </w:tc>
      </w:tr>
    </w:tbl>
    <w:p w14:paraId="1D8D6803" w14:textId="77777777" w:rsidR="00871DB8" w:rsidRPr="002C4D08" w:rsidRDefault="00871DB8" w:rsidP="006D0785">
      <w:pPr>
        <w:rPr>
          <w:color w:val="043D68"/>
        </w:rPr>
      </w:pPr>
    </w:p>
    <w:sectPr w:rsidR="00871DB8" w:rsidRPr="002C4D08" w:rsidSect="00AB74C5">
      <w:pgSz w:w="12240" w:h="15840" w:code="1"/>
      <w:pgMar w:top="720" w:right="720" w:bottom="432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DF5AB" w14:textId="77777777" w:rsidR="00D7463D" w:rsidRDefault="00D7463D" w:rsidP="00AA35A8">
      <w:pPr>
        <w:spacing w:line="240" w:lineRule="auto"/>
      </w:pPr>
      <w:r>
        <w:separator/>
      </w:r>
    </w:p>
  </w:endnote>
  <w:endnote w:type="continuationSeparator" w:id="0">
    <w:p w14:paraId="514718D6" w14:textId="77777777" w:rsidR="00D7463D" w:rsidRDefault="00D7463D" w:rsidP="00AA35A8">
      <w:pPr>
        <w:spacing w:line="240" w:lineRule="auto"/>
      </w:pPr>
      <w:r>
        <w:continuationSeparator/>
      </w:r>
    </w:p>
  </w:endnote>
  <w:endnote w:type="continuationNotice" w:id="1">
    <w:p w14:paraId="59762D18" w14:textId="77777777" w:rsidR="00D7463D" w:rsidRDefault="00D7463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367A5" w14:textId="77777777" w:rsidR="00D7463D" w:rsidRDefault="00D7463D" w:rsidP="00AA35A8">
      <w:pPr>
        <w:spacing w:line="240" w:lineRule="auto"/>
      </w:pPr>
      <w:r>
        <w:separator/>
      </w:r>
    </w:p>
  </w:footnote>
  <w:footnote w:type="continuationSeparator" w:id="0">
    <w:p w14:paraId="7C29CE2F" w14:textId="77777777" w:rsidR="00D7463D" w:rsidRDefault="00D7463D" w:rsidP="00AA35A8">
      <w:pPr>
        <w:spacing w:line="240" w:lineRule="auto"/>
      </w:pPr>
      <w:r>
        <w:continuationSeparator/>
      </w:r>
    </w:p>
  </w:footnote>
  <w:footnote w:type="continuationNotice" w:id="1">
    <w:p w14:paraId="77E72728" w14:textId="77777777" w:rsidR="00D7463D" w:rsidRDefault="00D7463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4.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" o:bullet="t">
        <v:imagedata r:id="rId1" o:title=""/>
      </v:shape>
    </w:pict>
  </w:numPicBullet>
  <w:numPicBullet w:numPicBulletId="1">
    <w:pict>
      <v:shape id="_x0000_i1027" type="#_x0000_t75" style="width:13.2pt;height:13.2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" o:bullet="t">
        <v:imagedata r:id="rId2" o:title=""/>
      </v:shape>
    </w:pict>
  </w:numPicBullet>
  <w:abstractNum w:abstractNumId="0" w15:restartNumberingAfterBreak="0">
    <w:nsid w:val="FFFFFF7C"/>
    <w:multiLevelType w:val="singleLevel"/>
    <w:tmpl w:val="E1C6FE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4E2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3E2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E8B4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B7A51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5CD8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84C0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BE3C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B7E1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D85A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51E18"/>
    <w:multiLevelType w:val="hybridMultilevel"/>
    <w:tmpl w:val="DC8EF1C0"/>
    <w:lvl w:ilvl="0" w:tplc="F9CCC478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1906A5"/>
    <w:multiLevelType w:val="multilevel"/>
    <w:tmpl w:val="487E7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AE27A0"/>
    <w:multiLevelType w:val="hybridMultilevel"/>
    <w:tmpl w:val="88F0E214"/>
    <w:lvl w:ilvl="0" w:tplc="B7B08382">
      <w:numFmt w:val="decimalZero"/>
      <w:lvlText w:val="(%1)"/>
      <w:lvlJc w:val="left"/>
      <w:pPr>
        <w:ind w:left="94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010FB"/>
    <w:multiLevelType w:val="hybridMultilevel"/>
    <w:tmpl w:val="5CF0D04A"/>
    <w:lvl w:ilvl="0" w:tplc="225455B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F2054"/>
    <w:multiLevelType w:val="hybridMultilevel"/>
    <w:tmpl w:val="BBF8ADCC"/>
    <w:lvl w:ilvl="0" w:tplc="DFA8F08A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502FC"/>
    <w:multiLevelType w:val="hybridMultilevel"/>
    <w:tmpl w:val="6A7448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D0193"/>
    <w:multiLevelType w:val="hybridMultilevel"/>
    <w:tmpl w:val="4488A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7F1C81"/>
    <w:multiLevelType w:val="hybridMultilevel"/>
    <w:tmpl w:val="7AF236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27943"/>
    <w:multiLevelType w:val="hybridMultilevel"/>
    <w:tmpl w:val="67848C70"/>
    <w:lvl w:ilvl="0" w:tplc="91F0336E">
      <w:numFmt w:val="bullet"/>
      <w:lvlText w:val="•"/>
      <w:lvlJc w:val="left"/>
      <w:pPr>
        <w:ind w:left="723" w:hanging="435"/>
      </w:pPr>
      <w:rPr>
        <w:rFonts w:ascii="Montserrat Light" w:eastAsiaTheme="minorHAnsi" w:hAnsi="Montserrat Light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9" w15:restartNumberingAfterBreak="0">
    <w:nsid w:val="51DC2DDD"/>
    <w:multiLevelType w:val="hybridMultilevel"/>
    <w:tmpl w:val="56C8C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03FE5"/>
    <w:multiLevelType w:val="hybridMultilevel"/>
    <w:tmpl w:val="DEE6C2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23814"/>
    <w:multiLevelType w:val="hybridMultilevel"/>
    <w:tmpl w:val="3FE47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22B932">
      <w:start w:val="212"/>
      <w:numFmt w:val="bullet"/>
      <w:lvlText w:val="•"/>
      <w:lvlJc w:val="left"/>
      <w:pPr>
        <w:ind w:left="1800" w:hanging="720"/>
      </w:pPr>
      <w:rPr>
        <w:rFonts w:ascii="Century Gothic" w:eastAsiaTheme="minorHAnsi" w:hAnsi="Century Gothic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833FE2"/>
    <w:multiLevelType w:val="hybridMultilevel"/>
    <w:tmpl w:val="FD36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132032">
    <w:abstractNumId w:val="12"/>
  </w:num>
  <w:num w:numId="2" w16cid:durableId="1633823338">
    <w:abstractNumId w:val="22"/>
  </w:num>
  <w:num w:numId="3" w16cid:durableId="1835339782">
    <w:abstractNumId w:val="13"/>
  </w:num>
  <w:num w:numId="4" w16cid:durableId="879703970">
    <w:abstractNumId w:val="14"/>
  </w:num>
  <w:num w:numId="5" w16cid:durableId="27066385">
    <w:abstractNumId w:val="21"/>
  </w:num>
  <w:num w:numId="6" w16cid:durableId="629288324">
    <w:abstractNumId w:val="16"/>
  </w:num>
  <w:num w:numId="7" w16cid:durableId="2102947809">
    <w:abstractNumId w:val="19"/>
  </w:num>
  <w:num w:numId="8" w16cid:durableId="1044523296">
    <w:abstractNumId w:val="18"/>
  </w:num>
  <w:num w:numId="9" w16cid:durableId="1226068447">
    <w:abstractNumId w:val="9"/>
  </w:num>
  <w:num w:numId="10" w16cid:durableId="1908611441">
    <w:abstractNumId w:val="8"/>
  </w:num>
  <w:num w:numId="11" w16cid:durableId="723453831">
    <w:abstractNumId w:val="7"/>
  </w:num>
  <w:num w:numId="12" w16cid:durableId="1210919786">
    <w:abstractNumId w:val="6"/>
  </w:num>
  <w:num w:numId="13" w16cid:durableId="1539395125">
    <w:abstractNumId w:val="5"/>
  </w:num>
  <w:num w:numId="14" w16cid:durableId="2055811753">
    <w:abstractNumId w:val="4"/>
  </w:num>
  <w:num w:numId="15" w16cid:durableId="412435372">
    <w:abstractNumId w:val="3"/>
  </w:num>
  <w:num w:numId="16" w16cid:durableId="890309760">
    <w:abstractNumId w:val="2"/>
  </w:num>
  <w:num w:numId="17" w16cid:durableId="1899396542">
    <w:abstractNumId w:val="1"/>
  </w:num>
  <w:num w:numId="18" w16cid:durableId="1644507620">
    <w:abstractNumId w:val="0"/>
  </w:num>
  <w:num w:numId="19" w16cid:durableId="1239092630">
    <w:abstractNumId w:val="10"/>
  </w:num>
  <w:num w:numId="20" w16cid:durableId="513885242">
    <w:abstractNumId w:val="9"/>
  </w:num>
  <w:num w:numId="21" w16cid:durableId="1198086357">
    <w:abstractNumId w:val="10"/>
  </w:num>
  <w:num w:numId="22" w16cid:durableId="781263658">
    <w:abstractNumId w:val="17"/>
  </w:num>
  <w:num w:numId="23" w16cid:durableId="1548450695">
    <w:abstractNumId w:val="15"/>
  </w:num>
  <w:num w:numId="24" w16cid:durableId="1651330028">
    <w:abstractNumId w:val="20"/>
  </w:num>
  <w:num w:numId="25" w16cid:durableId="1256552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4097">
      <o:colormru v:ext="edit" colors="#fffaeb,#e9ffdd,#f5ffef,white,#f3faf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3D"/>
    <w:rsid w:val="0000752A"/>
    <w:rsid w:val="00016465"/>
    <w:rsid w:val="00033263"/>
    <w:rsid w:val="000334C1"/>
    <w:rsid w:val="000767C7"/>
    <w:rsid w:val="000839DA"/>
    <w:rsid w:val="000873F6"/>
    <w:rsid w:val="000A0E12"/>
    <w:rsid w:val="000B286F"/>
    <w:rsid w:val="000B62A1"/>
    <w:rsid w:val="000C2B44"/>
    <w:rsid w:val="000D134B"/>
    <w:rsid w:val="000F039F"/>
    <w:rsid w:val="0010041D"/>
    <w:rsid w:val="001125D5"/>
    <w:rsid w:val="0011786B"/>
    <w:rsid w:val="00124ED6"/>
    <w:rsid w:val="00136B3E"/>
    <w:rsid w:val="00141AC7"/>
    <w:rsid w:val="00153576"/>
    <w:rsid w:val="00167789"/>
    <w:rsid w:val="00194704"/>
    <w:rsid w:val="001B160B"/>
    <w:rsid w:val="001B535A"/>
    <w:rsid w:val="001D3F98"/>
    <w:rsid w:val="001D477D"/>
    <w:rsid w:val="001D76FA"/>
    <w:rsid w:val="001F2C20"/>
    <w:rsid w:val="001F3628"/>
    <w:rsid w:val="00203213"/>
    <w:rsid w:val="002236D5"/>
    <w:rsid w:val="00243756"/>
    <w:rsid w:val="00263095"/>
    <w:rsid w:val="002630C4"/>
    <w:rsid w:val="0027193E"/>
    <w:rsid w:val="00272046"/>
    <w:rsid w:val="00284246"/>
    <w:rsid w:val="002966D6"/>
    <w:rsid w:val="002A3201"/>
    <w:rsid w:val="002A7891"/>
    <w:rsid w:val="002B51DB"/>
    <w:rsid w:val="002C4D08"/>
    <w:rsid w:val="002C4E0C"/>
    <w:rsid w:val="002C774A"/>
    <w:rsid w:val="002C7C6F"/>
    <w:rsid w:val="002E7306"/>
    <w:rsid w:val="00303078"/>
    <w:rsid w:val="00331DCE"/>
    <w:rsid w:val="00334FEA"/>
    <w:rsid w:val="00351FDF"/>
    <w:rsid w:val="00352A17"/>
    <w:rsid w:val="0035500F"/>
    <w:rsid w:val="00357E3C"/>
    <w:rsid w:val="003877F8"/>
    <w:rsid w:val="00391BEA"/>
    <w:rsid w:val="003965A9"/>
    <w:rsid w:val="003A483A"/>
    <w:rsid w:val="003A7358"/>
    <w:rsid w:val="003B4AEF"/>
    <w:rsid w:val="003B6143"/>
    <w:rsid w:val="003B7F92"/>
    <w:rsid w:val="003E2525"/>
    <w:rsid w:val="003F4BDF"/>
    <w:rsid w:val="00415CF3"/>
    <w:rsid w:val="00427FC2"/>
    <w:rsid w:val="00435BA1"/>
    <w:rsid w:val="00447CA5"/>
    <w:rsid w:val="00453A7B"/>
    <w:rsid w:val="00457ADE"/>
    <w:rsid w:val="00464B92"/>
    <w:rsid w:val="004860D9"/>
    <w:rsid w:val="00490600"/>
    <w:rsid w:val="004909EF"/>
    <w:rsid w:val="004936B2"/>
    <w:rsid w:val="004A1426"/>
    <w:rsid w:val="004A28EA"/>
    <w:rsid w:val="004C1032"/>
    <w:rsid w:val="004D2FB4"/>
    <w:rsid w:val="004E3BD4"/>
    <w:rsid w:val="004F1FD6"/>
    <w:rsid w:val="00504E47"/>
    <w:rsid w:val="00524297"/>
    <w:rsid w:val="00533837"/>
    <w:rsid w:val="00537559"/>
    <w:rsid w:val="005574C0"/>
    <w:rsid w:val="005676F1"/>
    <w:rsid w:val="00574DB0"/>
    <w:rsid w:val="005A1C94"/>
    <w:rsid w:val="005A6F8D"/>
    <w:rsid w:val="005B4861"/>
    <w:rsid w:val="005E0FB7"/>
    <w:rsid w:val="005F5EF3"/>
    <w:rsid w:val="00605BCE"/>
    <w:rsid w:val="006261AB"/>
    <w:rsid w:val="00626B3C"/>
    <w:rsid w:val="00631914"/>
    <w:rsid w:val="006436A2"/>
    <w:rsid w:val="00643F4B"/>
    <w:rsid w:val="00665F06"/>
    <w:rsid w:val="00676B73"/>
    <w:rsid w:val="0069541B"/>
    <w:rsid w:val="006A1E18"/>
    <w:rsid w:val="006A37C0"/>
    <w:rsid w:val="006C7F5A"/>
    <w:rsid w:val="006D0785"/>
    <w:rsid w:val="006D5FF9"/>
    <w:rsid w:val="00745CB1"/>
    <w:rsid w:val="00746B0A"/>
    <w:rsid w:val="00752A04"/>
    <w:rsid w:val="0077153E"/>
    <w:rsid w:val="0079001A"/>
    <w:rsid w:val="00791376"/>
    <w:rsid w:val="00791C5D"/>
    <w:rsid w:val="007B26D7"/>
    <w:rsid w:val="007B4FF4"/>
    <w:rsid w:val="007C562C"/>
    <w:rsid w:val="007D7F15"/>
    <w:rsid w:val="007E28AF"/>
    <w:rsid w:val="007E47A0"/>
    <w:rsid w:val="00812941"/>
    <w:rsid w:val="00822AAD"/>
    <w:rsid w:val="00831977"/>
    <w:rsid w:val="00865D5F"/>
    <w:rsid w:val="00871DB8"/>
    <w:rsid w:val="00887E05"/>
    <w:rsid w:val="008A04CF"/>
    <w:rsid w:val="008A171A"/>
    <w:rsid w:val="008A32A5"/>
    <w:rsid w:val="008B3B94"/>
    <w:rsid w:val="008B581C"/>
    <w:rsid w:val="008C6FDE"/>
    <w:rsid w:val="008F180B"/>
    <w:rsid w:val="008F48B9"/>
    <w:rsid w:val="008F6604"/>
    <w:rsid w:val="008F6BC6"/>
    <w:rsid w:val="009049BC"/>
    <w:rsid w:val="00916960"/>
    <w:rsid w:val="00917064"/>
    <w:rsid w:val="009211AA"/>
    <w:rsid w:val="009230A7"/>
    <w:rsid w:val="0094162F"/>
    <w:rsid w:val="009505A7"/>
    <w:rsid w:val="0095501D"/>
    <w:rsid w:val="00956B80"/>
    <w:rsid w:val="0096304F"/>
    <w:rsid w:val="00967E77"/>
    <w:rsid w:val="0099108A"/>
    <w:rsid w:val="009A7F3F"/>
    <w:rsid w:val="009D646A"/>
    <w:rsid w:val="00A20EF6"/>
    <w:rsid w:val="00A3726F"/>
    <w:rsid w:val="00A379B4"/>
    <w:rsid w:val="00A4248D"/>
    <w:rsid w:val="00A46B82"/>
    <w:rsid w:val="00A6240C"/>
    <w:rsid w:val="00A633B0"/>
    <w:rsid w:val="00A718B6"/>
    <w:rsid w:val="00A87390"/>
    <w:rsid w:val="00A9291E"/>
    <w:rsid w:val="00AA1166"/>
    <w:rsid w:val="00AA35A8"/>
    <w:rsid w:val="00AA51F5"/>
    <w:rsid w:val="00AA530F"/>
    <w:rsid w:val="00AB74C5"/>
    <w:rsid w:val="00AE562D"/>
    <w:rsid w:val="00AE7533"/>
    <w:rsid w:val="00B11089"/>
    <w:rsid w:val="00B20F64"/>
    <w:rsid w:val="00B40169"/>
    <w:rsid w:val="00B42685"/>
    <w:rsid w:val="00B45879"/>
    <w:rsid w:val="00B535AD"/>
    <w:rsid w:val="00B65A83"/>
    <w:rsid w:val="00B65C99"/>
    <w:rsid w:val="00B75292"/>
    <w:rsid w:val="00B80FC6"/>
    <w:rsid w:val="00B8453F"/>
    <w:rsid w:val="00B85473"/>
    <w:rsid w:val="00BA2FD7"/>
    <w:rsid w:val="00BD399E"/>
    <w:rsid w:val="00BD4660"/>
    <w:rsid w:val="00BE3458"/>
    <w:rsid w:val="00BE5968"/>
    <w:rsid w:val="00BF7216"/>
    <w:rsid w:val="00C272EB"/>
    <w:rsid w:val="00C61A02"/>
    <w:rsid w:val="00C62E97"/>
    <w:rsid w:val="00C81645"/>
    <w:rsid w:val="00CA61BE"/>
    <w:rsid w:val="00CB3E40"/>
    <w:rsid w:val="00CF22B3"/>
    <w:rsid w:val="00D00CD9"/>
    <w:rsid w:val="00D15AAE"/>
    <w:rsid w:val="00D22971"/>
    <w:rsid w:val="00D60B19"/>
    <w:rsid w:val="00D61531"/>
    <w:rsid w:val="00D7463D"/>
    <w:rsid w:val="00D86385"/>
    <w:rsid w:val="00D95726"/>
    <w:rsid w:val="00DA4B7F"/>
    <w:rsid w:val="00DB3AFE"/>
    <w:rsid w:val="00DB472D"/>
    <w:rsid w:val="00DD6ECC"/>
    <w:rsid w:val="00DE5F88"/>
    <w:rsid w:val="00DF2298"/>
    <w:rsid w:val="00E067BA"/>
    <w:rsid w:val="00E07C52"/>
    <w:rsid w:val="00E24B9E"/>
    <w:rsid w:val="00E26F2A"/>
    <w:rsid w:val="00E360EA"/>
    <w:rsid w:val="00E547A9"/>
    <w:rsid w:val="00E570A5"/>
    <w:rsid w:val="00E77096"/>
    <w:rsid w:val="00E87880"/>
    <w:rsid w:val="00E91344"/>
    <w:rsid w:val="00E97E4A"/>
    <w:rsid w:val="00EB20A4"/>
    <w:rsid w:val="00EB4B24"/>
    <w:rsid w:val="00EB74E8"/>
    <w:rsid w:val="00EC0F79"/>
    <w:rsid w:val="00ED0A53"/>
    <w:rsid w:val="00EF22EF"/>
    <w:rsid w:val="00F02E99"/>
    <w:rsid w:val="00F055F4"/>
    <w:rsid w:val="00F215B6"/>
    <w:rsid w:val="00F30552"/>
    <w:rsid w:val="00F40BD0"/>
    <w:rsid w:val="00F419C0"/>
    <w:rsid w:val="00F42550"/>
    <w:rsid w:val="00F46BDB"/>
    <w:rsid w:val="00F82744"/>
    <w:rsid w:val="00F943C0"/>
    <w:rsid w:val="00FA662F"/>
    <w:rsid w:val="00FD56F7"/>
    <w:rsid w:val="00FD73C5"/>
    <w:rsid w:val="00FE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ffaeb,#e9ffdd,#f5ffef,white,#f3faff"/>
    </o:shapedefaults>
    <o:shapelayout v:ext="edit">
      <o:idmap v:ext="edit" data="2"/>
    </o:shapelayout>
  </w:shapeDefaults>
  <w:decimalSymbol w:val="."/>
  <w:listSeparator w:val=","/>
  <w14:docId w14:val="0055E3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6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6F"/>
    <w:rPr>
      <w:color w:val="043D68" w:themeColor="text2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26F"/>
    <w:pPr>
      <w:spacing w:after="80"/>
      <w:outlineLvl w:val="0"/>
    </w:pPr>
    <w:rPr>
      <w:b/>
      <w:bCs/>
      <w:caps/>
      <w:spacing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AA51F5"/>
    <w:pPr>
      <w:spacing w:after="120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351FDF"/>
    <w:pPr>
      <w:spacing w:after="80" w:line="240" w:lineRule="auto"/>
      <w:outlineLvl w:val="2"/>
    </w:pPr>
    <w:rPr>
      <w:noProof/>
      <w:lang w:val="it-IT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24ED6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Cs/>
      <w:caps/>
      <w:color w:val="FFFFFF" w:themeColor="background1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53A7B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b/>
      <w:caps/>
      <w:color w:val="FFFFFF" w:themeColor="background1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7913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B472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BCE"/>
    <w:rPr>
      <w:rFonts w:ascii="Times New Roman" w:hAnsi="Times New Roman" w:cs="Times New Roman"/>
      <w:color w:val="043D68" w:themeColor="text2"/>
      <w:sz w:val="18"/>
      <w:szCs w:val="18"/>
    </w:rPr>
  </w:style>
  <w:style w:type="paragraph" w:styleId="ListParagraph">
    <w:name w:val="List Paragraph"/>
    <w:basedOn w:val="Normal"/>
    <w:uiPriority w:val="34"/>
    <w:semiHidden/>
    <w:rsid w:val="00331D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A3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5BCE"/>
    <w:rPr>
      <w:color w:val="043D68" w:themeColor="text2"/>
      <w:sz w:val="20"/>
    </w:rPr>
  </w:style>
  <w:style w:type="paragraph" w:styleId="Footer">
    <w:name w:val="footer"/>
    <w:basedOn w:val="Normal"/>
    <w:link w:val="FooterChar"/>
    <w:uiPriority w:val="99"/>
    <w:semiHidden/>
    <w:rsid w:val="00AA3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5BCE"/>
    <w:rPr>
      <w:color w:val="043D68" w:themeColor="text2"/>
      <w:sz w:val="20"/>
    </w:rPr>
  </w:style>
  <w:style w:type="table" w:styleId="TableGrid">
    <w:name w:val="Table Grid"/>
    <w:basedOn w:val="TableNormal"/>
    <w:uiPriority w:val="39"/>
    <w:rsid w:val="00AA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B74C5"/>
    <w:pPr>
      <w:spacing w:after="120"/>
    </w:pPr>
    <w:rPr>
      <w:b/>
      <w:bCs/>
      <w:spacing w:val="20"/>
      <w:sz w:val="52"/>
      <w:szCs w:val="48"/>
      <w:lang w:val="it-IT"/>
    </w:rPr>
  </w:style>
  <w:style w:type="character" w:customStyle="1" w:styleId="TitleChar">
    <w:name w:val="Title Char"/>
    <w:basedOn w:val="DefaultParagraphFont"/>
    <w:link w:val="Title"/>
    <w:uiPriority w:val="10"/>
    <w:rsid w:val="00AB74C5"/>
    <w:rPr>
      <w:b/>
      <w:bCs/>
      <w:color w:val="043D68" w:themeColor="text2"/>
      <w:spacing w:val="20"/>
      <w:sz w:val="52"/>
      <w:szCs w:val="48"/>
      <w:lang w:val="it-IT"/>
    </w:rPr>
  </w:style>
  <w:style w:type="character" w:styleId="PlaceholderText">
    <w:name w:val="Placeholder Text"/>
    <w:basedOn w:val="DefaultParagraphFont"/>
    <w:uiPriority w:val="99"/>
    <w:semiHidden/>
    <w:rsid w:val="002E7306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1426"/>
    <w:pPr>
      <w:numPr>
        <w:ilvl w:val="1"/>
      </w:numPr>
      <w:spacing w:after="120" w:line="240" w:lineRule="auto"/>
    </w:pPr>
    <w:rPr>
      <w:rFonts w:eastAsiaTheme="minorEastAsia"/>
      <w:b/>
      <w:caps/>
      <w:spacing w:val="2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A1426"/>
    <w:rPr>
      <w:rFonts w:eastAsiaTheme="minorEastAsia"/>
      <w:b/>
      <w:caps/>
      <w:color w:val="043D68" w:themeColor="text2"/>
      <w:spacing w:val="2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A3726F"/>
    <w:rPr>
      <w:b/>
      <w:bCs/>
      <w:caps/>
      <w:color w:val="043D68" w:themeColor="text2"/>
      <w:spacing w:val="20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A51F5"/>
    <w:rPr>
      <w:color w:val="043D68" w:themeColor="text2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351FDF"/>
    <w:rPr>
      <w:noProof/>
      <w:color w:val="043D68" w:themeColor="text2"/>
      <w:sz w:val="20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5BCE"/>
    <w:rPr>
      <w:rFonts w:asciiTheme="majorHAnsi" w:eastAsiaTheme="majorEastAsia" w:hAnsiTheme="majorHAnsi" w:cstheme="majorBidi"/>
      <w:iCs/>
      <w:caps/>
      <w:color w:val="FFFFFF" w:themeColor="background1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5BCE"/>
    <w:rPr>
      <w:rFonts w:asciiTheme="majorHAnsi" w:eastAsiaTheme="majorEastAsia" w:hAnsiTheme="majorHAnsi" w:cstheme="majorBidi"/>
      <w:b/>
      <w:caps/>
      <w:color w:val="FFFFFF" w:themeColor="background1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5BCE"/>
    <w:rPr>
      <w:rFonts w:asciiTheme="majorHAnsi" w:eastAsiaTheme="majorEastAsia" w:hAnsiTheme="majorHAnsi" w:cstheme="majorBidi"/>
      <w:i/>
      <w:color w:val="FFFFFF" w:themeColor="background1"/>
      <w:sz w:val="20"/>
    </w:rPr>
  </w:style>
  <w:style w:type="character" w:styleId="Hyperlink">
    <w:name w:val="Hyperlink"/>
    <w:basedOn w:val="DefaultParagraphFont"/>
    <w:uiPriority w:val="99"/>
    <w:semiHidden/>
    <w:rsid w:val="00D2297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D22971"/>
    <w:rPr>
      <w:color w:val="605E5C"/>
      <w:shd w:val="clear" w:color="auto" w:fill="E1DFDD"/>
    </w:rPr>
  </w:style>
  <w:style w:type="paragraph" w:customStyle="1" w:styleId="BulletedList">
    <w:name w:val="Bulleted List"/>
    <w:basedOn w:val="Normal"/>
    <w:uiPriority w:val="9"/>
    <w:semiHidden/>
    <w:qFormat/>
    <w:rsid w:val="00676B73"/>
    <w:pPr>
      <w:spacing w:after="120" w:line="240" w:lineRule="auto"/>
      <w:ind w:left="288"/>
    </w:pPr>
    <w:rPr>
      <w:szCs w:val="20"/>
    </w:rPr>
  </w:style>
  <w:style w:type="paragraph" w:customStyle="1" w:styleId="AboutMe">
    <w:name w:val="AboutMe"/>
    <w:basedOn w:val="Normal"/>
    <w:next w:val="Normal"/>
    <w:link w:val="AboutMeChar"/>
    <w:uiPriority w:val="28"/>
    <w:semiHidden/>
    <w:qFormat/>
    <w:rsid w:val="00351FDF"/>
    <w:pPr>
      <w:spacing w:after="240"/>
    </w:pPr>
    <w:rPr>
      <w:b/>
      <w:bCs/>
      <w:color w:val="FFFFFF" w:themeColor="background1"/>
      <w:spacing w:val="20"/>
      <w:sz w:val="24"/>
    </w:rPr>
  </w:style>
  <w:style w:type="character" w:customStyle="1" w:styleId="AboutMeChar">
    <w:name w:val="AboutMe Char"/>
    <w:basedOn w:val="DefaultParagraphFont"/>
    <w:link w:val="AboutMe"/>
    <w:uiPriority w:val="28"/>
    <w:semiHidden/>
    <w:rsid w:val="00A3726F"/>
    <w:rPr>
      <w:b/>
      <w:bCs/>
      <w:color w:val="FFFFFF" w:themeColor="background1"/>
      <w:spacing w:val="20"/>
    </w:rPr>
  </w:style>
  <w:style w:type="paragraph" w:customStyle="1" w:styleId="BodyWhite">
    <w:name w:val="Body White"/>
    <w:basedOn w:val="Normal"/>
    <w:semiHidden/>
    <w:qFormat/>
    <w:rsid w:val="00351FDF"/>
    <w:rPr>
      <w:color w:val="FFFFFF" w:themeColor="background1"/>
      <w:szCs w:val="20"/>
    </w:rPr>
  </w:style>
  <w:style w:type="paragraph" w:customStyle="1" w:styleId="BulletList">
    <w:name w:val="Bullet List"/>
    <w:basedOn w:val="ListParagraph"/>
    <w:semiHidden/>
    <w:qFormat/>
    <w:rsid w:val="00351FDF"/>
    <w:pPr>
      <w:spacing w:line="360" w:lineRule="auto"/>
      <w:ind w:left="360" w:hanging="360"/>
    </w:pPr>
    <w:rPr>
      <w:color w:val="auto"/>
      <w:szCs w:val="20"/>
    </w:rPr>
  </w:style>
  <w:style w:type="paragraph" w:styleId="ListBullet">
    <w:name w:val="List Bullet"/>
    <w:basedOn w:val="BulletList"/>
    <w:uiPriority w:val="6"/>
    <w:qFormat/>
    <w:rsid w:val="00A3726F"/>
    <w:pPr>
      <w:numPr>
        <w:numId w:val="21"/>
      </w:numPr>
    </w:pPr>
  </w:style>
  <w:style w:type="character" w:customStyle="1" w:styleId="NotBold">
    <w:name w:val="Not Bold"/>
    <w:uiPriority w:val="1"/>
    <w:qFormat/>
    <w:rsid w:val="00A3726F"/>
    <w:rPr>
      <w:b/>
      <w:color w:val="043D68" w:themeColor="text2"/>
    </w:rPr>
  </w:style>
  <w:style w:type="character" w:customStyle="1" w:styleId="Bold">
    <w:name w:val="Bold"/>
    <w:uiPriority w:val="1"/>
    <w:qFormat/>
    <w:rsid w:val="00A3726F"/>
    <w:rPr>
      <w:b/>
      <w:bCs/>
    </w:rPr>
  </w:style>
  <w:style w:type="character" w:customStyle="1" w:styleId="Italics">
    <w:name w:val="Italics"/>
    <w:uiPriority w:val="1"/>
    <w:qFormat/>
    <w:rsid w:val="00A372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8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dul\AppData\Roaming\Microsoft\Templates\Simple%20UIUX%20designer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BE4336F379D4EF99B4591AA37855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954EC0-3115-41B9-A8C4-F75E37DEB09C}"/>
      </w:docPartPr>
      <w:docPartBody>
        <w:p w:rsidR="00BF306E" w:rsidRDefault="00BF306E">
          <w:pPr>
            <w:pStyle w:val="4BE4336F379D4EF99B4591AA378553D1"/>
          </w:pPr>
          <w:r w:rsidRPr="002C4D08">
            <w:t>OBJECTIVE</w:t>
          </w:r>
        </w:p>
      </w:docPartBody>
    </w:docPart>
    <w:docPart>
      <w:docPartPr>
        <w:name w:val="F8FA24CE0F664E54AF2A57B5C32B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F8431D-096A-4F59-8B4E-72F23B104801}"/>
      </w:docPartPr>
      <w:docPartBody>
        <w:p w:rsidR="00BF306E" w:rsidRDefault="00BF306E">
          <w:pPr>
            <w:pStyle w:val="F8FA24CE0F664E54AF2A57B5C32B724E"/>
          </w:pPr>
          <w:r w:rsidRPr="001540E8">
            <w:t>Contact</w:t>
          </w:r>
        </w:p>
      </w:docPartBody>
    </w:docPart>
    <w:docPart>
      <w:docPartPr>
        <w:name w:val="70C6A5ABB12E4BD689D1422E1AB0D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B3B47-5ED9-40D0-8832-28CBA98362CD}"/>
      </w:docPartPr>
      <w:docPartBody>
        <w:p w:rsidR="00BF306E" w:rsidRDefault="00BF306E">
          <w:pPr>
            <w:pStyle w:val="70C6A5ABB12E4BD689D1422E1AB0D29A"/>
          </w:pPr>
          <w:r w:rsidRPr="00CF2BE7">
            <w:t>Experience</w:t>
          </w:r>
        </w:p>
      </w:docPartBody>
    </w:docPart>
    <w:docPart>
      <w:docPartPr>
        <w:name w:val="4E8339A0375249F0BD973D7F08B40C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83373-D7CB-474A-96F8-C670371C987A}"/>
      </w:docPartPr>
      <w:docPartBody>
        <w:p w:rsidR="00BF306E" w:rsidRDefault="00BF306E">
          <w:pPr>
            <w:pStyle w:val="4E8339A0375249F0BD973D7F08B40C13"/>
          </w:pPr>
          <w:r>
            <w:t>About Me</w:t>
          </w:r>
        </w:p>
      </w:docPartBody>
    </w:docPart>
    <w:docPart>
      <w:docPartPr>
        <w:name w:val="ACE4E88F306745F2A1F04C2B8782C8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231BF-42A0-476E-AF5A-AFE9CBC9E082}"/>
      </w:docPartPr>
      <w:docPartBody>
        <w:p w:rsidR="00BF306E" w:rsidRDefault="00BF306E">
          <w:pPr>
            <w:pStyle w:val="ACE4E88F306745F2A1F04C2B8782C850"/>
          </w:pPr>
          <w:r w:rsidRPr="00351FDF">
            <w:t>EDUCATION</w:t>
          </w:r>
        </w:p>
      </w:docPartBody>
    </w:docPart>
    <w:docPart>
      <w:docPartPr>
        <w:name w:val="B97D7A88EE36475780D216BD03D7D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02489-F790-4F05-A2F4-A58F148AF24F}"/>
      </w:docPartPr>
      <w:docPartBody>
        <w:p w:rsidR="00BF306E" w:rsidRDefault="00BF306E">
          <w:pPr>
            <w:pStyle w:val="B97D7A88EE36475780D216BD03D7D577"/>
          </w:pPr>
          <w:r w:rsidRPr="00C822BF">
            <w:t>SKILLS</w:t>
          </w:r>
        </w:p>
      </w:docPartBody>
    </w:docPart>
    <w:docPart>
      <w:docPartPr>
        <w:name w:val="A8092FA3A4E64A43A83A9511E6347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C1169-A285-4463-B24A-F56905E2635D}"/>
      </w:docPartPr>
      <w:docPartBody>
        <w:p w:rsidR="00BF306E" w:rsidRDefault="00BF306E" w:rsidP="00BF306E">
          <w:pPr>
            <w:pStyle w:val="A8092FA3A4E64A43A83A9511E6347D19"/>
          </w:pPr>
          <w:r w:rsidRPr="00136B3E">
            <w:t>I am passionate about designing digital experiences that are both visually stunning and intuitive, and always strive to create designs that delight and engage users.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6E"/>
    <w:rsid w:val="00272046"/>
    <w:rsid w:val="007B26D7"/>
    <w:rsid w:val="00BF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PK" w:eastAsia="en-P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E4336F379D4EF99B4591AA378553D1">
    <w:name w:val="4BE4336F379D4EF99B4591AA378553D1"/>
  </w:style>
  <w:style w:type="paragraph" w:customStyle="1" w:styleId="F8FA24CE0F664E54AF2A57B5C32B724E">
    <w:name w:val="F8FA24CE0F664E54AF2A57B5C32B724E"/>
  </w:style>
  <w:style w:type="paragraph" w:customStyle="1" w:styleId="70C6A5ABB12E4BD689D1422E1AB0D29A">
    <w:name w:val="70C6A5ABB12E4BD689D1422E1AB0D29A"/>
  </w:style>
  <w:style w:type="paragraph" w:customStyle="1" w:styleId="4E8339A0375249F0BD973D7F08B40C13">
    <w:name w:val="4E8339A0375249F0BD973D7F08B40C13"/>
  </w:style>
  <w:style w:type="paragraph" w:customStyle="1" w:styleId="ACE4E88F306745F2A1F04C2B8782C850">
    <w:name w:val="ACE4E88F306745F2A1F04C2B8782C850"/>
  </w:style>
  <w:style w:type="paragraph" w:customStyle="1" w:styleId="B97D7A88EE36475780D216BD03D7D577">
    <w:name w:val="B97D7A88EE36475780D216BD03D7D577"/>
  </w:style>
  <w:style w:type="paragraph" w:customStyle="1" w:styleId="A8092FA3A4E64A43A83A9511E6347D19">
    <w:name w:val="A8092FA3A4E64A43A83A9511E6347D19"/>
    <w:rsid w:val="00BF30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043D68"/>
      </a:dk2>
      <a:lt2>
        <a:srgbClr val="E7E6E6"/>
      </a:lt2>
      <a:accent1>
        <a:srgbClr val="8A2387"/>
      </a:accent1>
      <a:accent2>
        <a:srgbClr val="E94057"/>
      </a:accent2>
      <a:accent3>
        <a:srgbClr val="F27120"/>
      </a:accent3>
      <a:accent4>
        <a:srgbClr val="FFC000"/>
      </a:accent4>
      <a:accent5>
        <a:srgbClr val="F9C7CE"/>
      </a:accent5>
      <a:accent6>
        <a:srgbClr val="F2CEF1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3ACD3A-016A-4DA1-BDB8-A4D0D5066F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B5096CFC-93AE-4516-98C2-08D811E078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CF9E5-1071-4C3D-AA44-7E8B97CFD0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949AC9-09B6-410F-BCB1-38C226FEB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Simple UIUX designer resume.dotx</Template>
  <TotalTime>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2024-07-06T20:25:00Z</dcterms:created>
  <dcterms:modified xsi:type="dcterms:W3CDTF">2024-07-08T12:35:00Z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