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/>
      </w:tblPr>
      <w:tblGrid>
        <w:gridCol w:w="9360"/>
      </w:tblGrid>
      <w:tr w:rsidR="00692703" w:rsidRPr="00CF1A49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:rsidR="00692703" w:rsidRPr="00CF1A49" w:rsidRDefault="003E3E91" w:rsidP="003E3E91">
            <w:pPr>
              <w:pStyle w:val="Title"/>
            </w:pPr>
            <w:r>
              <w:t>Muhammad</w:t>
            </w:r>
            <w:r>
              <w:rPr>
                <w:rStyle w:val="IntenseEmphasis"/>
              </w:rPr>
              <w:t>ans</w:t>
            </w:r>
          </w:p>
          <w:p w:rsidR="00692703" w:rsidRPr="00CF1A49" w:rsidRDefault="00980B4A" w:rsidP="003E3E91">
            <w:pPr>
              <w:pStyle w:val="ContactInfo"/>
              <w:contextualSpacing w:val="0"/>
            </w:pPr>
            <w:r>
              <w:t>Pakistan,</w:t>
            </w:r>
            <w:sdt>
              <w:sdtPr>
                <w:alias w:val="Divider dot:"/>
                <w:tag w:val="Divider dot:"/>
                <w:id w:val="-1459182552"/>
                <w:placeholder>
                  <w:docPart w:val="AAF63A12BC71496A8AA607868D90D2EB"/>
                </w:placeholder>
                <w:temporary/>
                <w:showingPlcHdr/>
              </w:sdtPr>
              <w:sdtContent>
                <w:r w:rsidRPr="00CF1A49">
                  <w:t>·</w:t>
                </w:r>
              </w:sdtContent>
            </w:sdt>
            <w:r w:rsidR="003E3E91">
              <w:t>+923337412612</w:t>
            </w:r>
          </w:p>
          <w:p w:rsidR="00692703" w:rsidRPr="00CF1A49" w:rsidRDefault="003E3E91" w:rsidP="00156FC3">
            <w:pPr>
              <w:pStyle w:val="ContactInfoEmphasis"/>
              <w:contextualSpacing w:val="0"/>
            </w:pPr>
            <w:r>
              <w:t>Muhmmadauns1@gmail.com</w:t>
            </w:r>
          </w:p>
        </w:tc>
      </w:tr>
      <w:tr w:rsidR="009571D8" w:rsidRPr="00CF1A49" w:rsidTr="00692703">
        <w:tc>
          <w:tcPr>
            <w:tcW w:w="9360" w:type="dxa"/>
            <w:tcMar>
              <w:top w:w="432" w:type="dxa"/>
            </w:tcMar>
          </w:tcPr>
          <w:p w:rsidR="001755A8" w:rsidRPr="00CF1A49" w:rsidRDefault="00714F47" w:rsidP="00B156D7">
            <w:pPr>
              <w:contextualSpacing w:val="0"/>
            </w:pPr>
            <w:r>
              <w:t xml:space="preserve">Specialized in </w:t>
            </w:r>
            <w:r w:rsidR="002C71F8">
              <w:t>Management</w:t>
            </w:r>
            <w:r w:rsidR="00B156D7">
              <w:t>(ADMIN)</w:t>
            </w:r>
            <w:r w:rsidR="002C71F8">
              <w:t xml:space="preserve"> </w:t>
            </w:r>
            <w:r>
              <w:t xml:space="preserve"> with 5 </w:t>
            </w:r>
            <w:r w:rsidR="00B156D7">
              <w:t>years</w:t>
            </w:r>
            <w:r w:rsidR="00C029D9">
              <w:t xml:space="preserve"> experience</w:t>
            </w:r>
            <w:r w:rsidR="00B156D7">
              <w:t>.</w:t>
            </w:r>
          </w:p>
        </w:tc>
      </w:tr>
    </w:tbl>
    <w:p w:rsidR="004E01EB" w:rsidRPr="00CF1A49" w:rsidRDefault="008F0DBA" w:rsidP="004E01EB">
      <w:pPr>
        <w:pStyle w:val="Heading1"/>
      </w:pPr>
      <w:sdt>
        <w:sdtPr>
          <w:alias w:val="Experience:"/>
          <w:tag w:val="Experience:"/>
          <w:id w:val="-1983300934"/>
          <w:placeholder>
            <w:docPart w:val="4333586C00804E68B9128535AA122257"/>
          </w:placeholder>
          <w:temporary/>
          <w:showingPlcHdr/>
        </w:sdtPr>
        <w:sdtContent>
          <w:r w:rsidR="004E01EB" w:rsidRPr="00CF1A49">
            <w:t>Experience</w:t>
          </w:r>
        </w:sdtContent>
      </w:sdt>
    </w:p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/>
      </w:tblPr>
      <w:tblGrid>
        <w:gridCol w:w="9886"/>
      </w:tblGrid>
      <w:tr w:rsidR="001D0BF1" w:rsidRPr="00CF1A49" w:rsidTr="00D66A52">
        <w:tc>
          <w:tcPr>
            <w:tcW w:w="9355" w:type="dxa"/>
          </w:tcPr>
          <w:p w:rsidR="001D0BF1" w:rsidRPr="00CF1A49" w:rsidRDefault="00714F47" w:rsidP="00714F47">
            <w:pPr>
              <w:pStyle w:val="Heading3"/>
              <w:contextualSpacing w:val="0"/>
              <w:outlineLvl w:val="2"/>
            </w:pPr>
            <w:r>
              <w:t>january 2021</w:t>
            </w:r>
            <w:r w:rsidR="001D0BF1" w:rsidRPr="00CF1A49">
              <w:t xml:space="preserve"> – </w:t>
            </w:r>
            <w:r>
              <w:t>december 2022</w:t>
            </w:r>
          </w:p>
          <w:p w:rsidR="001D0BF1" w:rsidRPr="00CF1A49" w:rsidRDefault="00714F47" w:rsidP="002C71F8">
            <w:pPr>
              <w:pStyle w:val="Heading2"/>
              <w:contextualSpacing w:val="0"/>
              <w:outlineLvl w:val="1"/>
            </w:pPr>
            <w:r>
              <w:t xml:space="preserve">assisstant </w:t>
            </w:r>
            <w:r w:rsidR="002C71F8">
              <w:t>manager</w:t>
            </w:r>
            <w:r w:rsidR="00980B4A">
              <w:t>(admin)</w:t>
            </w:r>
            <w:r w:rsidR="001D0BF1" w:rsidRPr="00CF1A49">
              <w:t xml:space="preserve">, </w:t>
            </w:r>
            <w:r>
              <w:rPr>
                <w:rStyle w:val="SubtleReference"/>
              </w:rPr>
              <w:t>fazal oil mills</w:t>
            </w:r>
            <w:r w:rsidR="002213AB">
              <w:rPr>
                <w:rStyle w:val="SubtleReference"/>
              </w:rPr>
              <w:t>- r.y.k</w:t>
            </w:r>
          </w:p>
          <w:p w:rsidR="001E3120" w:rsidRPr="00CF1A49" w:rsidRDefault="002C71F8" w:rsidP="00714F47">
            <w:pPr>
              <w:contextualSpacing w:val="0"/>
            </w:pPr>
            <w:r w:rsidRPr="002C71F8">
              <w:t>Maintain</w:t>
            </w:r>
            <w:r>
              <w:t>ed</w:t>
            </w:r>
            <w:r w:rsidRPr="002C71F8">
              <w:t xml:space="preserve"> a safe work environment</w:t>
            </w:r>
            <w:r>
              <w:t>,have done administrative tasks.</w:t>
            </w:r>
          </w:p>
        </w:tc>
      </w:tr>
      <w:tr w:rsidR="00F61DF9" w:rsidRPr="00CF1A49" w:rsidTr="00F61DF9">
        <w:tc>
          <w:tcPr>
            <w:tcW w:w="9355" w:type="dxa"/>
            <w:tcMar>
              <w:top w:w="216" w:type="dxa"/>
            </w:tcMar>
          </w:tcPr>
          <w:p w:rsidR="00714F47" w:rsidRPr="00CF1A49" w:rsidRDefault="00714F47" w:rsidP="00714F47">
            <w:pPr>
              <w:pStyle w:val="Heading3"/>
              <w:contextualSpacing w:val="0"/>
              <w:outlineLvl w:val="2"/>
            </w:pPr>
            <w:r>
              <w:t>january 2023</w:t>
            </w:r>
            <w:r w:rsidR="00F61DF9" w:rsidRPr="00CF1A49">
              <w:t xml:space="preserve"> – </w:t>
            </w:r>
            <w:r>
              <w:t>present</w:t>
            </w:r>
          </w:p>
          <w:p w:rsidR="00F61DF9" w:rsidRPr="00CF1A49" w:rsidRDefault="002C71F8" w:rsidP="00714F47">
            <w:pPr>
              <w:pStyle w:val="Heading2"/>
              <w:contextualSpacing w:val="0"/>
              <w:outlineLvl w:val="1"/>
            </w:pPr>
            <w:r>
              <w:t>manager</w:t>
            </w:r>
            <w:r w:rsidR="00B156D7">
              <w:t>(ADMIN)</w:t>
            </w:r>
            <w:r w:rsidR="00F61DF9" w:rsidRPr="00CF1A49">
              <w:t xml:space="preserve">, </w:t>
            </w:r>
            <w:r w:rsidR="00714F47">
              <w:rPr>
                <w:rStyle w:val="SubtleReference"/>
              </w:rPr>
              <w:t>fazal oil mills</w:t>
            </w:r>
            <w:r w:rsidR="002213AB">
              <w:rPr>
                <w:rStyle w:val="SubtleReference"/>
              </w:rPr>
              <w:t>- r.y.k</w:t>
            </w:r>
          </w:p>
          <w:p w:rsidR="00F61DF9" w:rsidRDefault="002C71F8" w:rsidP="00714F47">
            <w:r w:rsidRPr="002C71F8">
              <w:t>Monitor the business’s finances</w:t>
            </w:r>
            <w:r>
              <w:t xml:space="preserve">, </w:t>
            </w:r>
            <w:r w:rsidRPr="002C71F8">
              <w:t>Complete employee performance reviews</w:t>
            </w:r>
            <w:r>
              <w:t>,Maintain quality standards,Set goals.</w:t>
            </w:r>
          </w:p>
        </w:tc>
      </w:tr>
    </w:tbl>
    <w:sdt>
      <w:sdtPr>
        <w:alias w:val="Education:"/>
        <w:tag w:val="Education:"/>
        <w:id w:val="-1908763273"/>
        <w:placeholder>
          <w:docPart w:val="074931B5188E4614BFFFB3245C1992D1"/>
        </w:placeholder>
        <w:temporary/>
        <w:showingPlcHdr/>
      </w:sdtPr>
      <w:sdtContent>
        <w:p w:rsidR="00DA59AA" w:rsidRPr="00CF1A49" w:rsidRDefault="00DA59AA" w:rsidP="0097790C">
          <w:pPr>
            <w:pStyle w:val="Heading1"/>
          </w:pPr>
          <w:r w:rsidRPr="00CF1A49">
            <w:t>Education</w:t>
          </w:r>
        </w:p>
      </w:sdtContent>
    </w:sdt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4A0"/>
      </w:tblPr>
      <w:tblGrid>
        <w:gridCol w:w="9886"/>
      </w:tblGrid>
      <w:tr w:rsidR="001D0BF1" w:rsidRPr="00CF1A49" w:rsidTr="00D66A52">
        <w:tc>
          <w:tcPr>
            <w:tcW w:w="9355" w:type="dxa"/>
          </w:tcPr>
          <w:p w:rsidR="002C71F8" w:rsidRPr="00CF1A49" w:rsidRDefault="002C71F8" w:rsidP="002C71F8">
            <w:pPr>
              <w:pStyle w:val="Heading3"/>
              <w:contextualSpacing w:val="0"/>
              <w:outlineLvl w:val="2"/>
            </w:pPr>
            <w:r>
              <w:t>january2023</w:t>
            </w:r>
          </w:p>
          <w:p w:rsidR="002C71F8" w:rsidRPr="00CF1A49" w:rsidRDefault="002C71F8" w:rsidP="002C71F8">
            <w:pPr>
              <w:pStyle w:val="Heading2"/>
              <w:contextualSpacing w:val="0"/>
              <w:outlineLvl w:val="1"/>
            </w:pPr>
            <w:r>
              <w:t>bachelor of business administration</w:t>
            </w:r>
            <w:r w:rsidRPr="00CF1A49">
              <w:t xml:space="preserve">, </w:t>
            </w:r>
            <w:r>
              <w:rPr>
                <w:rStyle w:val="SubtleReference"/>
              </w:rPr>
              <w:t>kfueit r.y.k</w:t>
            </w:r>
          </w:p>
          <w:p w:rsidR="002C71F8" w:rsidRDefault="002C71F8" w:rsidP="002C71F8">
            <w:pPr>
              <w:pStyle w:val="Heading3"/>
              <w:contextualSpacing w:val="0"/>
              <w:outlineLvl w:val="2"/>
            </w:pPr>
            <w:r>
              <w:t>I got 3.11 cgpa</w:t>
            </w:r>
          </w:p>
          <w:p w:rsidR="002C71F8" w:rsidRDefault="002C71F8" w:rsidP="002C71F8">
            <w:pPr>
              <w:pStyle w:val="Heading3"/>
              <w:contextualSpacing w:val="0"/>
              <w:outlineLvl w:val="2"/>
            </w:pPr>
          </w:p>
          <w:p w:rsidR="002C71F8" w:rsidRDefault="002C71F8" w:rsidP="002C71F8">
            <w:pPr>
              <w:pStyle w:val="Heading3"/>
              <w:contextualSpacing w:val="0"/>
              <w:outlineLvl w:val="2"/>
            </w:pPr>
          </w:p>
          <w:p w:rsidR="00714F47" w:rsidRPr="00CF1A49" w:rsidRDefault="00714F47" w:rsidP="00714F47">
            <w:pPr>
              <w:pStyle w:val="Heading3"/>
              <w:contextualSpacing w:val="0"/>
              <w:outlineLvl w:val="2"/>
            </w:pPr>
            <w:r>
              <w:t>july 2018</w:t>
            </w:r>
          </w:p>
          <w:p w:rsidR="001D0BF1" w:rsidRPr="00CF1A49" w:rsidRDefault="00714F47" w:rsidP="00714F47">
            <w:pPr>
              <w:pStyle w:val="Heading2"/>
              <w:contextualSpacing w:val="0"/>
              <w:outlineLvl w:val="1"/>
            </w:pPr>
            <w:r>
              <w:t>intermediate</w:t>
            </w:r>
            <w:r w:rsidR="001D0BF1" w:rsidRPr="00CF1A49">
              <w:t xml:space="preserve">, </w:t>
            </w:r>
            <w:r>
              <w:rPr>
                <w:rStyle w:val="SubtleReference"/>
              </w:rPr>
              <w:t>forman christan college</w:t>
            </w:r>
          </w:p>
          <w:p w:rsidR="007538DC" w:rsidRPr="00CF1A49" w:rsidRDefault="00714F47" w:rsidP="00714F47">
            <w:pPr>
              <w:contextualSpacing w:val="0"/>
            </w:pPr>
            <w:r>
              <w:t>I got 67% marks in inter as I did my inter in medical subjects.</w:t>
            </w:r>
          </w:p>
        </w:tc>
      </w:tr>
      <w:tr w:rsidR="00F61DF9" w:rsidRPr="00CF1A49" w:rsidTr="00F61DF9">
        <w:tc>
          <w:tcPr>
            <w:tcW w:w="9355" w:type="dxa"/>
            <w:tcMar>
              <w:top w:w="216" w:type="dxa"/>
            </w:tcMar>
          </w:tcPr>
          <w:p w:rsidR="00F61DF9" w:rsidRDefault="00F61DF9" w:rsidP="00714F47"/>
        </w:tc>
      </w:tr>
    </w:tbl>
    <w:sdt>
      <w:sdtPr>
        <w:alias w:val="Skills:"/>
        <w:tag w:val="Skills:"/>
        <w:id w:val="-1392877668"/>
        <w:placeholder>
          <w:docPart w:val="68FEAE64FF4D402397B7DDA3053E888E"/>
        </w:placeholder>
        <w:temporary/>
        <w:showingPlcHdr/>
      </w:sdtPr>
      <w:sdtContent>
        <w:p w:rsidR="00486277" w:rsidRPr="00CF1A49" w:rsidRDefault="00486277" w:rsidP="00486277">
          <w:pPr>
            <w:pStyle w:val="Heading1"/>
          </w:pPr>
          <w:r w:rsidRPr="00CF1A49">
            <w:t>Skills</w:t>
          </w:r>
        </w:p>
      </w:sdtContent>
    </w:sdt>
    <w:tbl>
      <w:tblPr>
        <w:tblStyle w:val="TableGrid"/>
        <w:tblW w:w="5000" w:type="pct"/>
        <w:tblCellMar>
          <w:left w:w="0" w:type="dxa"/>
          <w:right w:w="0" w:type="dxa"/>
        </w:tblCellMar>
        <w:tblLook w:val="04A0"/>
      </w:tblPr>
      <w:tblGrid>
        <w:gridCol w:w="4680"/>
        <w:gridCol w:w="4680"/>
      </w:tblGrid>
      <w:tr w:rsidR="003A0632" w:rsidRPr="006E1507" w:rsidTr="00CF1A49">
        <w:tc>
          <w:tcPr>
            <w:tcW w:w="4675" w:type="dxa"/>
          </w:tcPr>
          <w:p w:rsidR="001E3120" w:rsidRPr="006E1507" w:rsidRDefault="002C71F8" w:rsidP="00714F47">
            <w:pPr>
              <w:pStyle w:val="ListBullet"/>
              <w:contextualSpacing w:val="0"/>
            </w:pPr>
            <w:r>
              <w:t>Communication Skills</w:t>
            </w:r>
          </w:p>
          <w:p w:rsidR="001F4E6D" w:rsidRDefault="00714F47" w:rsidP="00714F47">
            <w:pPr>
              <w:pStyle w:val="ListBullet"/>
              <w:contextualSpacing w:val="0"/>
            </w:pPr>
            <w:r>
              <w:t>Time management</w:t>
            </w:r>
          </w:p>
          <w:p w:rsidR="002C71F8" w:rsidRDefault="002C71F8" w:rsidP="00714F47">
            <w:pPr>
              <w:pStyle w:val="ListBullet"/>
              <w:contextualSpacing w:val="0"/>
            </w:pPr>
            <w:r>
              <w:t xml:space="preserve">Decision </w:t>
            </w:r>
            <w:r w:rsidRPr="002C71F8">
              <w:t>making</w:t>
            </w:r>
          </w:p>
          <w:p w:rsidR="002C71F8" w:rsidRPr="006E1507" w:rsidRDefault="002C71F8" w:rsidP="00714F47">
            <w:pPr>
              <w:pStyle w:val="ListBullet"/>
              <w:contextualSpacing w:val="0"/>
            </w:pPr>
            <w:r w:rsidRPr="002C71F8">
              <w:t>Motivational skills</w:t>
            </w:r>
          </w:p>
        </w:tc>
        <w:tc>
          <w:tcPr>
            <w:tcW w:w="4675" w:type="dxa"/>
            <w:tcMar>
              <w:left w:w="360" w:type="dxa"/>
            </w:tcMar>
          </w:tcPr>
          <w:p w:rsidR="003A0632" w:rsidRPr="006E1507" w:rsidRDefault="00714F47" w:rsidP="00714F47">
            <w:pPr>
              <w:pStyle w:val="ListBullet"/>
              <w:contextualSpacing w:val="0"/>
            </w:pPr>
            <w:r>
              <w:t>Problem solving</w:t>
            </w:r>
          </w:p>
          <w:p w:rsidR="002C71F8" w:rsidRDefault="002C71F8" w:rsidP="00C029D9">
            <w:pPr>
              <w:pStyle w:val="ListBullet"/>
              <w:contextualSpacing w:val="0"/>
            </w:pPr>
            <w:r w:rsidRPr="002C71F8">
              <w:t xml:space="preserve">Conflict resolution </w:t>
            </w:r>
          </w:p>
          <w:p w:rsidR="001E3120" w:rsidRPr="006E1507" w:rsidRDefault="00C029D9" w:rsidP="00C029D9">
            <w:pPr>
              <w:pStyle w:val="ListBullet"/>
              <w:contextualSpacing w:val="0"/>
            </w:pPr>
            <w:r>
              <w:t>Leadership</w:t>
            </w:r>
          </w:p>
        </w:tc>
      </w:tr>
    </w:tbl>
    <w:sdt>
      <w:sdtPr>
        <w:alias w:val="Activities:"/>
        <w:tag w:val="Activities:"/>
        <w:id w:val="1223332893"/>
        <w:placeholder>
          <w:docPart w:val="1609BA5B9F4F4A5187F6799BB073F95A"/>
        </w:placeholder>
        <w:temporary/>
        <w:showingPlcHdr/>
      </w:sdtPr>
      <w:sdtContent>
        <w:p w:rsidR="00AD782D" w:rsidRPr="00CF1A49" w:rsidRDefault="0062312F" w:rsidP="0062312F">
          <w:pPr>
            <w:pStyle w:val="Heading1"/>
          </w:pPr>
          <w:r w:rsidRPr="00CF1A49">
            <w:t>Activities</w:t>
          </w:r>
        </w:p>
      </w:sdtContent>
    </w:sdt>
    <w:p w:rsidR="00C029D9" w:rsidRDefault="00C029D9" w:rsidP="00C029D9">
      <w:r>
        <w:t>Badminton</w:t>
      </w:r>
    </w:p>
    <w:p w:rsidR="00C029D9" w:rsidRDefault="00C029D9" w:rsidP="00C029D9">
      <w:r>
        <w:t>Video games</w:t>
      </w:r>
    </w:p>
    <w:p w:rsidR="00C029D9" w:rsidRDefault="00C029D9" w:rsidP="00C029D9">
      <w:r>
        <w:t>Gym</w:t>
      </w:r>
    </w:p>
    <w:p w:rsidR="00C029D9" w:rsidRPr="006E1507" w:rsidRDefault="00C029D9" w:rsidP="0003580B">
      <w:r>
        <w:t>Driving</w:t>
      </w:r>
      <w:bookmarkStart w:id="0" w:name="_GoBack"/>
      <w:bookmarkEnd w:id="0"/>
    </w:p>
    <w:sectPr w:rsidR="00C029D9" w:rsidRPr="006E1507" w:rsidSect="005A1B10">
      <w:footerReference w:type="default" r:id="rId7"/>
      <w:headerReference w:type="first" r:id="rId8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031" w:rsidRDefault="00D67031" w:rsidP="0068194B">
      <w:r>
        <w:separator/>
      </w:r>
    </w:p>
    <w:p w:rsidR="00D67031" w:rsidRDefault="00D67031"/>
    <w:p w:rsidR="00D67031" w:rsidRDefault="00D67031"/>
  </w:endnote>
  <w:endnote w:type="continuationSeparator" w:id="1">
    <w:p w:rsidR="00D67031" w:rsidRDefault="00D67031" w:rsidP="0068194B">
      <w:r>
        <w:continuationSeparator/>
      </w:r>
    </w:p>
    <w:p w:rsidR="00D67031" w:rsidRDefault="00D67031"/>
    <w:p w:rsidR="00D67031" w:rsidRDefault="00D6703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2958" w:rsidRDefault="008F0DBA">
        <w:pPr>
          <w:pStyle w:val="Footer"/>
        </w:pPr>
        <w:r>
          <w:fldChar w:fldCharType="begin"/>
        </w:r>
        <w:r w:rsidR="002B2958">
          <w:instrText xml:space="preserve"> PAGE   \* MERGEFORMAT </w:instrText>
        </w:r>
        <w:r>
          <w:fldChar w:fldCharType="separate"/>
        </w:r>
        <w:r w:rsidR="002A19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031" w:rsidRDefault="00D67031" w:rsidP="0068194B">
      <w:r>
        <w:separator/>
      </w:r>
    </w:p>
    <w:p w:rsidR="00D67031" w:rsidRDefault="00D67031"/>
    <w:p w:rsidR="00D67031" w:rsidRDefault="00D67031"/>
  </w:footnote>
  <w:footnote w:type="continuationSeparator" w:id="1">
    <w:p w:rsidR="00D67031" w:rsidRDefault="00D67031" w:rsidP="0068194B">
      <w:r>
        <w:continuationSeparator/>
      </w:r>
    </w:p>
    <w:p w:rsidR="00D67031" w:rsidRDefault="00D67031"/>
    <w:p w:rsidR="00D67031" w:rsidRDefault="00D6703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D54" w:rsidRPr="004E01EB" w:rsidRDefault="008F0DBA" w:rsidP="005A1B10">
    <w:pPr>
      <w:pStyle w:val="Header"/>
    </w:pPr>
    <w:r>
      <w:rPr>
        <w:noProof/>
      </w:rPr>
      <w:pict>
        <v:line id="Straight Connector 5" o:spid="_x0000_s4097" alt="Header dividing line" style="position:absolute;z-index:-251658752;visibility:visible;mso-width-percent:1000;mso-top-percent:173;mso-position-horizontal:center;mso-position-horizontal-relative:page;mso-position-vertical-relative:page;mso-width-percent:1000;mso-top-percent:173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" strokecolor="#5a5a5a [2109]" strokeweight=".5pt">
          <v:stroke joinstyle="miter"/>
          <w10:wrap anchorx="page"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11"/>
  </w:num>
  <w:num w:numId="8">
    <w:abstractNumId w:val="2"/>
  </w:num>
  <w:num w:numId="9">
    <w:abstractNumId w:val="12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20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3E3E91"/>
    <w:rsid w:val="000001EF"/>
    <w:rsid w:val="00007322"/>
    <w:rsid w:val="00007728"/>
    <w:rsid w:val="00024584"/>
    <w:rsid w:val="00024730"/>
    <w:rsid w:val="0003580B"/>
    <w:rsid w:val="00055E95"/>
    <w:rsid w:val="0007021F"/>
    <w:rsid w:val="00095936"/>
    <w:rsid w:val="000B2BA5"/>
    <w:rsid w:val="000B6C00"/>
    <w:rsid w:val="000F2F8C"/>
    <w:rsid w:val="0010006E"/>
    <w:rsid w:val="001045A8"/>
    <w:rsid w:val="00114A91"/>
    <w:rsid w:val="001427E1"/>
    <w:rsid w:val="00156FC3"/>
    <w:rsid w:val="00163668"/>
    <w:rsid w:val="00171566"/>
    <w:rsid w:val="00174676"/>
    <w:rsid w:val="001755A8"/>
    <w:rsid w:val="00184014"/>
    <w:rsid w:val="00192008"/>
    <w:rsid w:val="001A0D69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13AB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56C9"/>
    <w:rsid w:val="00297F18"/>
    <w:rsid w:val="002A1945"/>
    <w:rsid w:val="002B2958"/>
    <w:rsid w:val="002B3FC8"/>
    <w:rsid w:val="002C71F8"/>
    <w:rsid w:val="002D23C5"/>
    <w:rsid w:val="002D6137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A0632"/>
    <w:rsid w:val="003A30E5"/>
    <w:rsid w:val="003A6ADF"/>
    <w:rsid w:val="003B5928"/>
    <w:rsid w:val="003D380F"/>
    <w:rsid w:val="003E160D"/>
    <w:rsid w:val="003E3E91"/>
    <w:rsid w:val="003F1D5F"/>
    <w:rsid w:val="00405128"/>
    <w:rsid w:val="00406CFF"/>
    <w:rsid w:val="00416B25"/>
    <w:rsid w:val="00420592"/>
    <w:rsid w:val="004319E0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66A35"/>
    <w:rsid w:val="0056701E"/>
    <w:rsid w:val="005740D7"/>
    <w:rsid w:val="0057742C"/>
    <w:rsid w:val="005A0F26"/>
    <w:rsid w:val="005A1B10"/>
    <w:rsid w:val="005A6850"/>
    <w:rsid w:val="005B1B1B"/>
    <w:rsid w:val="005C5932"/>
    <w:rsid w:val="005D3CA7"/>
    <w:rsid w:val="005D4CC1"/>
    <w:rsid w:val="005F4B91"/>
    <w:rsid w:val="005F55D2"/>
    <w:rsid w:val="0062312F"/>
    <w:rsid w:val="00625F2C"/>
    <w:rsid w:val="006618E9"/>
    <w:rsid w:val="0068194B"/>
    <w:rsid w:val="00692703"/>
    <w:rsid w:val="006A1962"/>
    <w:rsid w:val="006B5D48"/>
    <w:rsid w:val="006B7D7B"/>
    <w:rsid w:val="006C1A5E"/>
    <w:rsid w:val="006E1507"/>
    <w:rsid w:val="00712D8B"/>
    <w:rsid w:val="00714F47"/>
    <w:rsid w:val="007273B7"/>
    <w:rsid w:val="00733E0A"/>
    <w:rsid w:val="00741C0D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7E74AF"/>
    <w:rsid w:val="00801140"/>
    <w:rsid w:val="00803404"/>
    <w:rsid w:val="00834955"/>
    <w:rsid w:val="00855B59"/>
    <w:rsid w:val="00860461"/>
    <w:rsid w:val="0086487C"/>
    <w:rsid w:val="00870B20"/>
    <w:rsid w:val="008829F8"/>
    <w:rsid w:val="00885897"/>
    <w:rsid w:val="008A6538"/>
    <w:rsid w:val="008C7056"/>
    <w:rsid w:val="008D0F9A"/>
    <w:rsid w:val="008F0DBA"/>
    <w:rsid w:val="008F3B14"/>
    <w:rsid w:val="00901899"/>
    <w:rsid w:val="0090344B"/>
    <w:rsid w:val="00905715"/>
    <w:rsid w:val="0091321E"/>
    <w:rsid w:val="00913946"/>
    <w:rsid w:val="0092726B"/>
    <w:rsid w:val="00927EA9"/>
    <w:rsid w:val="009361BA"/>
    <w:rsid w:val="00944F78"/>
    <w:rsid w:val="009510E7"/>
    <w:rsid w:val="00952C89"/>
    <w:rsid w:val="009571D8"/>
    <w:rsid w:val="009650EA"/>
    <w:rsid w:val="0097790C"/>
    <w:rsid w:val="00980B4A"/>
    <w:rsid w:val="0098506E"/>
    <w:rsid w:val="009A44CE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93A5D"/>
    <w:rsid w:val="00AB32F8"/>
    <w:rsid w:val="00AB610B"/>
    <w:rsid w:val="00AD360E"/>
    <w:rsid w:val="00AD40FB"/>
    <w:rsid w:val="00AD782D"/>
    <w:rsid w:val="00AE7650"/>
    <w:rsid w:val="00B10EBE"/>
    <w:rsid w:val="00B156D7"/>
    <w:rsid w:val="00B236F1"/>
    <w:rsid w:val="00B4536A"/>
    <w:rsid w:val="00B50F99"/>
    <w:rsid w:val="00B51D1B"/>
    <w:rsid w:val="00B540F4"/>
    <w:rsid w:val="00B60FD0"/>
    <w:rsid w:val="00B622DF"/>
    <w:rsid w:val="00B6332A"/>
    <w:rsid w:val="00B81760"/>
    <w:rsid w:val="00B8494C"/>
    <w:rsid w:val="00BA1546"/>
    <w:rsid w:val="00BB4E51"/>
    <w:rsid w:val="00BD431F"/>
    <w:rsid w:val="00BE423E"/>
    <w:rsid w:val="00BF61AC"/>
    <w:rsid w:val="00C029D9"/>
    <w:rsid w:val="00C23160"/>
    <w:rsid w:val="00C47FA6"/>
    <w:rsid w:val="00C57FC6"/>
    <w:rsid w:val="00C66A7D"/>
    <w:rsid w:val="00C779DA"/>
    <w:rsid w:val="00C814F7"/>
    <w:rsid w:val="00C970A5"/>
    <w:rsid w:val="00CA4B4D"/>
    <w:rsid w:val="00CB35C3"/>
    <w:rsid w:val="00CD323D"/>
    <w:rsid w:val="00CE4030"/>
    <w:rsid w:val="00CE64B3"/>
    <w:rsid w:val="00CF0504"/>
    <w:rsid w:val="00CF1A49"/>
    <w:rsid w:val="00D0630C"/>
    <w:rsid w:val="00D10E88"/>
    <w:rsid w:val="00D243A9"/>
    <w:rsid w:val="00D305E5"/>
    <w:rsid w:val="00D37CD3"/>
    <w:rsid w:val="00D66A52"/>
    <w:rsid w:val="00D66EFA"/>
    <w:rsid w:val="00D67031"/>
    <w:rsid w:val="00D72A2D"/>
    <w:rsid w:val="00D76B64"/>
    <w:rsid w:val="00D9521A"/>
    <w:rsid w:val="00DA37F6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F130DD"/>
    <w:rsid w:val="00F24884"/>
    <w:rsid w:val="00F326D9"/>
    <w:rsid w:val="00F476C4"/>
    <w:rsid w:val="00F61DF9"/>
    <w:rsid w:val="00F81960"/>
    <w:rsid w:val="00F8769D"/>
    <w:rsid w:val="00F9350C"/>
    <w:rsid w:val="00F94EB5"/>
    <w:rsid w:val="00F9624D"/>
    <w:rsid w:val="00FB31C1"/>
    <w:rsid w:val="00FB58F2"/>
    <w:rsid w:val="00FC6AEA"/>
    <w:rsid w:val="00FD3D13"/>
    <w:rsid w:val="00FE5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semiHidden="0" w:unhideWhenUsed="0" w:qFormat="1"/>
    <w:lsdException w:name="List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uiPriority="11"/>
    <w:lsdException w:name="Strong" w:uiPriority="22" w:qFormat="1"/>
    <w:lsdException w:name="Emphasis" w:uiPriority="20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semiHidden="0" w:uiPriority="10" w:unhideWhenUsed="0" w:qFormat="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507"/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6E1507"/>
    <w:pPr>
      <w:numPr>
        <w:numId w:val="5"/>
      </w:numPr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customStyle="1" w:styleId="ColorfulGrid1">
    <w:name w:val="Colorful Grid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customStyle="1" w:styleId="ColorfulList1">
    <w:name w:val="Colorful List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ColorfulShading1">
    <w:name w:val="Colorful Shading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DarkList1">
    <w:name w:val="Dark List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customStyle="1" w:styleId="GridTable1Light">
    <w:name w:val="Grid Table 1 Light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2647D3"/>
    <w:tblPr>
      <w:tblStyleRowBandSize w:val="1"/>
      <w:tblStyleColBandSize w:val="1"/>
      <w:tblInd w:w="0" w:type="dxa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GridTable3">
    <w:name w:val="Grid Table 3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customStyle="1" w:styleId="GridTable4">
    <w:name w:val="Grid Table 4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GridTable5Dark">
    <w:name w:val="Grid Table 5 Dark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customStyle="1" w:styleId="GridTable5DarkAccent6">
    <w:name w:val="Grid Table 5 Dark Accent 6"/>
    <w:basedOn w:val="TableNormal"/>
    <w:uiPriority w:val="50"/>
    <w:rsid w:val="002647D3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customStyle="1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customStyle="1" w:styleId="LightGrid1">
    <w:name w:val="Light Grid1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-Accent11">
    <w:name w:val="Light Grid - Accent 11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customStyle="1" w:styleId="LightList1">
    <w:name w:val="Light List1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-Accent11">
    <w:name w:val="Light List - Accent 11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customStyle="1" w:styleId="LightShading1">
    <w:name w:val="Light Shading1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Ind w:w="0" w:type="dxa"/>
      <w:tblBorders>
        <w:top w:val="single" w:sz="8" w:space="0" w:color="1D824C" w:themeColor="accent1"/>
        <w:bottom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Ind w:w="0" w:type="dxa"/>
      <w:tblBorders>
        <w:top w:val="single" w:sz="8" w:space="0" w:color="005556" w:themeColor="accent2"/>
        <w:bottom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Ind w:w="0" w:type="dxa"/>
      <w:tblBorders>
        <w:top w:val="single" w:sz="8" w:space="0" w:color="B11F35" w:themeColor="accent3"/>
        <w:bottom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Ind w:w="0" w:type="dxa"/>
      <w:tblBorders>
        <w:top w:val="single" w:sz="8" w:space="0" w:color="856628" w:themeColor="accent4"/>
        <w:bottom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Ind w:w="0" w:type="dxa"/>
      <w:tblBorders>
        <w:top w:val="single" w:sz="8" w:space="0" w:color="7E314C" w:themeColor="accent5"/>
        <w:bottom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Ind w:w="0" w:type="dxa"/>
      <w:tblBorders>
        <w:top w:val="single" w:sz="8" w:space="0" w:color="4B6A88" w:themeColor="accent6"/>
        <w:bottom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2647D3"/>
    <w:pPr>
      <w:ind w:left="720"/>
      <w:contextualSpacing/>
    </w:pPr>
  </w:style>
  <w:style w:type="table" w:customStyle="1" w:styleId="ListTable1Light">
    <w:name w:val="List Table 1 Light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ListTable2">
    <w:name w:val="List Table 2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ListTable2Accent6">
    <w:name w:val="List Table 2 Accent 6"/>
    <w:basedOn w:val="TableNormal"/>
    <w:uiPriority w:val="47"/>
    <w:rsid w:val="002647D3"/>
    <w:tblPr>
      <w:tblStyleRowBandSize w:val="1"/>
      <w:tblStyleColBandSize w:val="1"/>
      <w:tblInd w:w="0" w:type="dxa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ListTable3">
    <w:name w:val="List Table 3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customStyle="1" w:styleId="ListTable3Accent6">
    <w:name w:val="List Table 3 Accent 6"/>
    <w:basedOn w:val="TableNormal"/>
    <w:uiPriority w:val="48"/>
    <w:rsid w:val="002647D3"/>
    <w:tblPr>
      <w:tblStyleRowBandSize w:val="1"/>
      <w:tblStyleColBandSize w:val="1"/>
      <w:tblInd w:w="0" w:type="dxa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customStyle="1" w:styleId="ListTable4">
    <w:name w:val="List Table 4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ListTable4Accent6">
    <w:name w:val="List Table 4 Accent 6"/>
    <w:basedOn w:val="TableNormal"/>
    <w:uiPriority w:val="49"/>
    <w:rsid w:val="002647D3"/>
    <w:tblPr>
      <w:tblStyleRowBandSize w:val="1"/>
      <w:tblStyleColBandSize w:val="1"/>
      <w:tblInd w:w="0" w:type="dxa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Ind w:w="0" w:type="dxa"/>
      <w:tblBorders>
        <w:top w:val="single" w:sz="4" w:space="0" w:color="1D824C" w:themeColor="accent1"/>
        <w:bottom w:val="single" w:sz="4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Ind w:w="0" w:type="dxa"/>
      <w:tblBorders>
        <w:top w:val="single" w:sz="4" w:space="0" w:color="005556" w:themeColor="accent2"/>
        <w:bottom w:val="single" w:sz="4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Ind w:w="0" w:type="dxa"/>
      <w:tblBorders>
        <w:top w:val="single" w:sz="4" w:space="0" w:color="B11F35" w:themeColor="accent3"/>
        <w:bottom w:val="single" w:sz="4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Ind w:w="0" w:type="dxa"/>
      <w:tblBorders>
        <w:top w:val="single" w:sz="4" w:space="0" w:color="856628" w:themeColor="accent4"/>
        <w:bottom w:val="single" w:sz="4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Ind w:w="0" w:type="dxa"/>
      <w:tblBorders>
        <w:top w:val="single" w:sz="4" w:space="0" w:color="7E314C" w:themeColor="accent5"/>
        <w:bottom w:val="single" w:sz="4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customStyle="1" w:styleId="ListTable6Colorful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Ind w:w="0" w:type="dxa"/>
      <w:tblBorders>
        <w:top w:val="single" w:sz="4" w:space="0" w:color="4B6A88" w:themeColor="accent6"/>
        <w:bottom w:val="single" w:sz="4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MediumGrid11">
    <w:name w:val="Medium Grid 11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customStyle="1" w:styleId="MediumGrid21">
    <w:name w:val="Medium Grid 2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1">
    <w:name w:val="Medium Grid 31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customStyle="1" w:styleId="MediumList11">
    <w:name w:val="Medium List 1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-Accent11">
    <w:name w:val="Medium List 1 - Accent 1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1D824C" w:themeColor="accent1"/>
        <w:bottom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5556" w:themeColor="accent2"/>
        <w:bottom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11F35" w:themeColor="accent3"/>
        <w:bottom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56628" w:themeColor="accent4"/>
        <w:bottom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E314C" w:themeColor="accent5"/>
        <w:bottom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6A88" w:themeColor="accent6"/>
        <w:bottom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customStyle="1" w:styleId="MediumList21">
    <w:name w:val="Medium List 2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Ind w:w="0" w:type="dxa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customStyle="1" w:styleId="PlainTable1">
    <w:name w:val="Plain Table 1"/>
    <w:basedOn w:val="TableNormal"/>
    <w:uiPriority w:val="41"/>
    <w:rsid w:val="002647D3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2647D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2647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Normal"/>
    <w:uiPriority w:val="40"/>
    <w:rsid w:val="002647D3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pha\AppData\Roaming\Microsoft\Templates\Modern%20chronological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AF63A12BC71496A8AA607868D90D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57F4D-564D-406B-BB2C-FE1264D5F803}"/>
      </w:docPartPr>
      <w:docPartBody>
        <w:p w:rsidR="00941AF5" w:rsidRDefault="000324B8">
          <w:pPr>
            <w:pStyle w:val="AAF63A12BC71496A8AA607868D90D2EB"/>
          </w:pPr>
          <w:r w:rsidRPr="00CF1A49">
            <w:t>·</w:t>
          </w:r>
        </w:p>
      </w:docPartBody>
    </w:docPart>
    <w:docPart>
      <w:docPartPr>
        <w:name w:val="4333586C00804E68B9128535AA122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9F7D25-8E0F-49B6-9CF1-E471B3F22845}"/>
      </w:docPartPr>
      <w:docPartBody>
        <w:p w:rsidR="00941AF5" w:rsidRDefault="000324B8">
          <w:pPr>
            <w:pStyle w:val="4333586C00804E68B9128535AA122257"/>
          </w:pPr>
          <w:r w:rsidRPr="00CF1A49">
            <w:t>Experience</w:t>
          </w:r>
        </w:p>
      </w:docPartBody>
    </w:docPart>
    <w:docPart>
      <w:docPartPr>
        <w:name w:val="074931B5188E4614BFFFB3245C199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E84BB-129B-47D7-8C52-1813C5633D5F}"/>
      </w:docPartPr>
      <w:docPartBody>
        <w:p w:rsidR="00941AF5" w:rsidRDefault="000324B8">
          <w:pPr>
            <w:pStyle w:val="074931B5188E4614BFFFB3245C1992D1"/>
          </w:pPr>
          <w:r w:rsidRPr="00CF1A49">
            <w:t>Education</w:t>
          </w:r>
        </w:p>
      </w:docPartBody>
    </w:docPart>
    <w:docPart>
      <w:docPartPr>
        <w:name w:val="68FEAE64FF4D402397B7DDA3053E8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4C05CC-DF70-4BDF-97CF-930BF8E1D33B}"/>
      </w:docPartPr>
      <w:docPartBody>
        <w:p w:rsidR="00941AF5" w:rsidRDefault="000324B8">
          <w:pPr>
            <w:pStyle w:val="68FEAE64FF4D402397B7DDA3053E888E"/>
          </w:pPr>
          <w:r w:rsidRPr="00CF1A49">
            <w:t>Skills</w:t>
          </w:r>
        </w:p>
      </w:docPartBody>
    </w:docPart>
    <w:docPart>
      <w:docPartPr>
        <w:name w:val="1609BA5B9F4F4A5187F6799BB073F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2ECB46-A6F4-4A2B-BA2D-7ED7777CE131}"/>
      </w:docPartPr>
      <w:docPartBody>
        <w:p w:rsidR="00941AF5" w:rsidRDefault="000324B8">
          <w:pPr>
            <w:pStyle w:val="1609BA5B9F4F4A5187F6799BB073F95A"/>
          </w:pPr>
          <w:r w:rsidRPr="00CF1A49">
            <w:t>Activities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324B8"/>
    <w:rsid w:val="000324B8"/>
    <w:rsid w:val="000369F2"/>
    <w:rsid w:val="002A0D5B"/>
    <w:rsid w:val="00317296"/>
    <w:rsid w:val="00577463"/>
    <w:rsid w:val="00744398"/>
    <w:rsid w:val="00941AF5"/>
    <w:rsid w:val="00A252E3"/>
    <w:rsid w:val="00D80D03"/>
    <w:rsid w:val="00DA6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" w:unhideWhenUsed="0" w:qFormat="1"/>
    <w:lsdException w:name="Subtle Reference" w:semiHidden="0" w:uiPriority="1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38229CFF0EF4C27AB6BD475131F18B3">
    <w:name w:val="738229CFF0EF4C27AB6BD475131F18B3"/>
    <w:rsid w:val="00A252E3"/>
  </w:style>
  <w:style w:type="character" w:styleId="IntenseEmphasis">
    <w:name w:val="Intense Emphasis"/>
    <w:basedOn w:val="DefaultParagraphFont"/>
    <w:uiPriority w:val="2"/>
    <w:rsid w:val="00A252E3"/>
    <w:rPr>
      <w:b/>
      <w:iCs/>
      <w:color w:val="262626" w:themeColor="text1" w:themeTint="D9"/>
    </w:rPr>
  </w:style>
  <w:style w:type="paragraph" w:customStyle="1" w:styleId="43F5F471E14146EFA6EC8D3369E6D02C">
    <w:name w:val="43F5F471E14146EFA6EC8D3369E6D02C"/>
    <w:rsid w:val="00A252E3"/>
  </w:style>
  <w:style w:type="paragraph" w:customStyle="1" w:styleId="9AFBA149A3E040B5982AF32CEDD03B5E">
    <w:name w:val="9AFBA149A3E040B5982AF32CEDD03B5E"/>
    <w:rsid w:val="00A252E3"/>
  </w:style>
  <w:style w:type="paragraph" w:customStyle="1" w:styleId="AAF63A12BC71496A8AA607868D90D2EB">
    <w:name w:val="AAF63A12BC71496A8AA607868D90D2EB"/>
    <w:rsid w:val="00A252E3"/>
  </w:style>
  <w:style w:type="paragraph" w:customStyle="1" w:styleId="1F8235C3295B42EC99073668A53CF867">
    <w:name w:val="1F8235C3295B42EC99073668A53CF867"/>
    <w:rsid w:val="00A252E3"/>
  </w:style>
  <w:style w:type="paragraph" w:customStyle="1" w:styleId="2F0067392E4940829947A7D0E4E412B4">
    <w:name w:val="2F0067392E4940829947A7D0E4E412B4"/>
    <w:rsid w:val="00A252E3"/>
  </w:style>
  <w:style w:type="paragraph" w:customStyle="1" w:styleId="D679B9542D654BE787EBE9160A2A9C14">
    <w:name w:val="D679B9542D654BE787EBE9160A2A9C14"/>
    <w:rsid w:val="00A252E3"/>
  </w:style>
  <w:style w:type="paragraph" w:customStyle="1" w:styleId="DE9A7946C7A04B68B64CFBB1F058395B">
    <w:name w:val="DE9A7946C7A04B68B64CFBB1F058395B"/>
    <w:rsid w:val="00A252E3"/>
  </w:style>
  <w:style w:type="paragraph" w:customStyle="1" w:styleId="1403FB5297F74FEB9A13C1FAE3138579">
    <w:name w:val="1403FB5297F74FEB9A13C1FAE3138579"/>
    <w:rsid w:val="00A252E3"/>
  </w:style>
  <w:style w:type="paragraph" w:customStyle="1" w:styleId="EEE8DCFA5C74468F82FA64AFC655D3BD">
    <w:name w:val="EEE8DCFA5C74468F82FA64AFC655D3BD"/>
    <w:rsid w:val="00A252E3"/>
  </w:style>
  <w:style w:type="paragraph" w:customStyle="1" w:styleId="9B43A830101042099F379E5CACBF1AAC">
    <w:name w:val="9B43A830101042099F379E5CACBF1AAC"/>
    <w:rsid w:val="00A252E3"/>
  </w:style>
  <w:style w:type="paragraph" w:customStyle="1" w:styleId="4333586C00804E68B9128535AA122257">
    <w:name w:val="4333586C00804E68B9128535AA122257"/>
    <w:rsid w:val="00A252E3"/>
  </w:style>
  <w:style w:type="paragraph" w:customStyle="1" w:styleId="58A28691D9F543F9832F356CC5F50F84">
    <w:name w:val="58A28691D9F543F9832F356CC5F50F84"/>
    <w:rsid w:val="00A252E3"/>
  </w:style>
  <w:style w:type="paragraph" w:customStyle="1" w:styleId="443EEADE5B624A7FAF5849E7A642A893">
    <w:name w:val="443EEADE5B624A7FAF5849E7A642A893"/>
    <w:rsid w:val="00A252E3"/>
  </w:style>
  <w:style w:type="paragraph" w:customStyle="1" w:styleId="BBFB762DEFFB4897AE2E98FE84FADA50">
    <w:name w:val="BBFB762DEFFB4897AE2E98FE84FADA50"/>
    <w:rsid w:val="00A252E3"/>
  </w:style>
  <w:style w:type="character" w:styleId="SubtleReference">
    <w:name w:val="Subtle Reference"/>
    <w:basedOn w:val="DefaultParagraphFont"/>
    <w:uiPriority w:val="10"/>
    <w:qFormat/>
    <w:rsid w:val="00A252E3"/>
    <w:rPr>
      <w:b/>
      <w:caps w:val="0"/>
      <w:smallCaps/>
      <w:color w:val="595959" w:themeColor="text1" w:themeTint="A6"/>
    </w:rPr>
  </w:style>
  <w:style w:type="paragraph" w:customStyle="1" w:styleId="1BFA5295F7B242D7A34C95624E23904A">
    <w:name w:val="1BFA5295F7B242D7A34C95624E23904A"/>
    <w:rsid w:val="00A252E3"/>
  </w:style>
  <w:style w:type="paragraph" w:customStyle="1" w:styleId="EC224B532F804A2AB84A50C4A74F2671">
    <w:name w:val="EC224B532F804A2AB84A50C4A74F2671"/>
    <w:rsid w:val="00A252E3"/>
  </w:style>
  <w:style w:type="paragraph" w:customStyle="1" w:styleId="E95DAB079C134666B1AB85C4F1EFB171">
    <w:name w:val="E95DAB079C134666B1AB85C4F1EFB171"/>
    <w:rsid w:val="00A252E3"/>
  </w:style>
  <w:style w:type="paragraph" w:customStyle="1" w:styleId="E38EF6B1358D4D7D815520E814A28B08">
    <w:name w:val="E38EF6B1358D4D7D815520E814A28B08"/>
    <w:rsid w:val="00A252E3"/>
  </w:style>
  <w:style w:type="paragraph" w:customStyle="1" w:styleId="DF167C9EC476414CB336CA8429D15796">
    <w:name w:val="DF167C9EC476414CB336CA8429D15796"/>
    <w:rsid w:val="00A252E3"/>
  </w:style>
  <w:style w:type="paragraph" w:customStyle="1" w:styleId="8BF2874CAAA94F64ABCB36E5AF1B4655">
    <w:name w:val="8BF2874CAAA94F64ABCB36E5AF1B4655"/>
    <w:rsid w:val="00A252E3"/>
  </w:style>
  <w:style w:type="paragraph" w:customStyle="1" w:styleId="4292ACBA2039437586AE9EB5709335C9">
    <w:name w:val="4292ACBA2039437586AE9EB5709335C9"/>
    <w:rsid w:val="00A252E3"/>
  </w:style>
  <w:style w:type="paragraph" w:customStyle="1" w:styleId="074931B5188E4614BFFFB3245C1992D1">
    <w:name w:val="074931B5188E4614BFFFB3245C1992D1"/>
    <w:rsid w:val="00A252E3"/>
  </w:style>
  <w:style w:type="paragraph" w:customStyle="1" w:styleId="71C3401580C243B5A8B7F8A899D3EF7C">
    <w:name w:val="71C3401580C243B5A8B7F8A899D3EF7C"/>
    <w:rsid w:val="00A252E3"/>
  </w:style>
  <w:style w:type="paragraph" w:customStyle="1" w:styleId="71BC557F647144F7B8B16A45339092C8">
    <w:name w:val="71BC557F647144F7B8B16A45339092C8"/>
    <w:rsid w:val="00A252E3"/>
  </w:style>
  <w:style w:type="paragraph" w:customStyle="1" w:styleId="614031DEF5FE41318E3319C436B9988F">
    <w:name w:val="614031DEF5FE41318E3319C436B9988F"/>
    <w:rsid w:val="00A252E3"/>
  </w:style>
  <w:style w:type="paragraph" w:customStyle="1" w:styleId="09917B0F57374CBFBB09CE42F45B9003">
    <w:name w:val="09917B0F57374CBFBB09CE42F45B9003"/>
    <w:rsid w:val="00A252E3"/>
  </w:style>
  <w:style w:type="paragraph" w:customStyle="1" w:styleId="AC9A595281BE4AF48B9A9FE0388048BD">
    <w:name w:val="AC9A595281BE4AF48B9A9FE0388048BD"/>
    <w:rsid w:val="00A252E3"/>
  </w:style>
  <w:style w:type="paragraph" w:customStyle="1" w:styleId="02577E2588694226A67B984C2F01401F">
    <w:name w:val="02577E2588694226A67B984C2F01401F"/>
    <w:rsid w:val="00A252E3"/>
  </w:style>
  <w:style w:type="paragraph" w:customStyle="1" w:styleId="B71EBF82EDBD488FB0747962CE4BBF03">
    <w:name w:val="B71EBF82EDBD488FB0747962CE4BBF03"/>
    <w:rsid w:val="00A252E3"/>
  </w:style>
  <w:style w:type="paragraph" w:customStyle="1" w:styleId="6836E8A5B41743CD905C1920975B7E7F">
    <w:name w:val="6836E8A5B41743CD905C1920975B7E7F"/>
    <w:rsid w:val="00A252E3"/>
  </w:style>
  <w:style w:type="paragraph" w:customStyle="1" w:styleId="6E302441FE1941149E861211DDF8F340">
    <w:name w:val="6E302441FE1941149E861211DDF8F340"/>
    <w:rsid w:val="00A252E3"/>
  </w:style>
  <w:style w:type="paragraph" w:customStyle="1" w:styleId="37A5B51F98A7497B91BF3C4F29B76DDA">
    <w:name w:val="37A5B51F98A7497B91BF3C4F29B76DDA"/>
    <w:rsid w:val="00A252E3"/>
  </w:style>
  <w:style w:type="paragraph" w:customStyle="1" w:styleId="68FEAE64FF4D402397B7DDA3053E888E">
    <w:name w:val="68FEAE64FF4D402397B7DDA3053E888E"/>
    <w:rsid w:val="00A252E3"/>
  </w:style>
  <w:style w:type="paragraph" w:customStyle="1" w:styleId="B97ABCE55ABC4AFA91488E6D92767E7C">
    <w:name w:val="B97ABCE55ABC4AFA91488E6D92767E7C"/>
    <w:rsid w:val="00A252E3"/>
  </w:style>
  <w:style w:type="paragraph" w:customStyle="1" w:styleId="7D4038AE7ABC46A2BF151CACC57933DE">
    <w:name w:val="7D4038AE7ABC46A2BF151CACC57933DE"/>
    <w:rsid w:val="00A252E3"/>
  </w:style>
  <w:style w:type="paragraph" w:customStyle="1" w:styleId="458C1B8299D3443B821D5CFABAD5ABF2">
    <w:name w:val="458C1B8299D3443B821D5CFABAD5ABF2"/>
    <w:rsid w:val="00A252E3"/>
  </w:style>
  <w:style w:type="paragraph" w:customStyle="1" w:styleId="9667E0D32DF747459C99BF91CBA78832">
    <w:name w:val="9667E0D32DF747459C99BF91CBA78832"/>
    <w:rsid w:val="00A252E3"/>
  </w:style>
  <w:style w:type="paragraph" w:customStyle="1" w:styleId="3C243129FC194A9491D73438D1154362">
    <w:name w:val="3C243129FC194A9491D73438D1154362"/>
    <w:rsid w:val="00A252E3"/>
  </w:style>
  <w:style w:type="paragraph" w:customStyle="1" w:styleId="1609BA5B9F4F4A5187F6799BB073F95A">
    <w:name w:val="1609BA5B9F4F4A5187F6799BB073F95A"/>
    <w:rsid w:val="00A252E3"/>
  </w:style>
  <w:style w:type="paragraph" w:customStyle="1" w:styleId="5EB7E31347C94B7CBC345B95C445AF17">
    <w:name w:val="5EB7E31347C94B7CBC345B95C445AF17"/>
    <w:rsid w:val="00A252E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Modern chronological resume</Template>
  <TotalTime>42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alpha</dc:creator>
  <cp:keywords/>
  <dc:description/>
  <cp:lastModifiedBy>alpha</cp:lastModifiedBy>
  <cp:revision>17</cp:revision>
  <dcterms:created xsi:type="dcterms:W3CDTF">2024-08-12T10:02:00Z</dcterms:created>
  <dcterms:modified xsi:type="dcterms:W3CDTF">2024-08-17T11:22:00Z</dcterms:modified>
  <cp:category/>
</cp:coreProperties>
</file>