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B2ABD" w14:paraId="6220787A" w14:textId="77777777" w:rsidTr="001B2ABD">
        <w:trPr>
          <w:trHeight w:val="4410"/>
        </w:trPr>
        <w:tc>
          <w:tcPr>
            <w:tcW w:w="3600" w:type="dxa"/>
            <w:vAlign w:val="bottom"/>
          </w:tcPr>
          <w:p w14:paraId="6E0BECC6" w14:textId="445F37CF" w:rsidR="001B2ABD" w:rsidRDefault="00D47957" w:rsidP="001B2ABD">
            <w:pPr>
              <w:tabs>
                <w:tab w:val="left" w:pos="990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3ECEAAD" wp14:editId="0FF63BD9">
                      <wp:extent cx="2122805" cy="2122805"/>
                      <wp:effectExtent l="19050" t="19050" r="29845" b="29845"/>
                      <wp:docPr id="2" name="Oval 2" title="Professional Headshot of Ma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2805" cy="212280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0"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6F2980F" id="Oval 2" o:spid="_x0000_s1026" alt="Title: Professional Headshot of Man" style="width:167.15pt;height:16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9jooor9gPzI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" strokecolor="#94b6d2 [3204]" strokeweight="5pt">
                      <v:fill r:id="rId8" o:title="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0" w:type="dxa"/>
          </w:tcPr>
          <w:p w14:paraId="5A876608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  <w:vAlign w:val="bottom"/>
          </w:tcPr>
          <w:p w14:paraId="176235B9" w14:textId="6E4609E0" w:rsidR="001B2ABD" w:rsidRPr="00D64674" w:rsidRDefault="00D64674" w:rsidP="001B2ABD">
            <w:pPr>
              <w:pStyle w:val="Title"/>
              <w:rPr>
                <w:sz w:val="72"/>
                <w:szCs w:val="72"/>
              </w:rPr>
            </w:pPr>
            <w:r w:rsidRPr="00D64674">
              <w:rPr>
                <w:sz w:val="72"/>
                <w:szCs w:val="72"/>
              </w:rPr>
              <w:t>Muhammad Usman</w:t>
            </w:r>
          </w:p>
          <w:p w14:paraId="2DB3B481" w14:textId="2E0A5077" w:rsidR="001B2ABD" w:rsidRDefault="00D64674" w:rsidP="001B2ABD">
            <w:pPr>
              <w:pStyle w:val="Subtitle"/>
            </w:pPr>
            <w:r>
              <w:rPr>
                <w:spacing w:val="0"/>
                <w:w w:val="100"/>
              </w:rPr>
              <w:t>Software Developer</w:t>
            </w:r>
          </w:p>
        </w:tc>
      </w:tr>
      <w:tr w:rsidR="001B2ABD" w14:paraId="3A617C6E" w14:textId="77777777" w:rsidTr="001B2ABD">
        <w:tc>
          <w:tcPr>
            <w:tcW w:w="3600" w:type="dxa"/>
          </w:tcPr>
          <w:sdt>
            <w:sdtPr>
              <w:id w:val="-1711873194"/>
              <w:placeholder>
                <w:docPart w:val="DE0AFC60324148F68CBE80534A2A63DC"/>
              </w:placeholder>
              <w:temporary/>
              <w:showingPlcHdr/>
              <w15:appearance w15:val="hidden"/>
            </w:sdtPr>
            <w:sdtContent>
              <w:p w14:paraId="12BAC254" w14:textId="77777777" w:rsidR="001B2ABD" w:rsidRDefault="00036450" w:rsidP="00036450">
                <w:pPr>
                  <w:pStyle w:val="Heading3"/>
                </w:pPr>
                <w:r w:rsidRPr="00D5459D">
                  <w:t>Profile</w:t>
                </w:r>
              </w:p>
            </w:sdtContent>
          </w:sdt>
          <w:p w14:paraId="0FC87C65" w14:textId="7A3813E4" w:rsidR="00036450" w:rsidRDefault="00D47957" w:rsidP="00D47957">
            <w:r w:rsidRPr="00D47957">
              <w:t>Computer Science graduate skilled in Flutter, Python, and C++</w:t>
            </w:r>
            <w:r>
              <w:t xml:space="preserve"> </w:t>
            </w:r>
            <w:r w:rsidRPr="00D47957">
              <w:t>development. Experienced in designing and deploying robust applications with expertise in Firebase integration and machine learning. Strong in UI/UX design and optimizing code for efficiency, committed to delivering innovative software solutions.</w:t>
            </w:r>
          </w:p>
          <w:sdt>
            <w:sdtPr>
              <w:id w:val="-1954003311"/>
              <w:placeholder>
                <w:docPart w:val="5A30629F747A4F3883A85553622BDEA9"/>
              </w:placeholder>
              <w:temporary/>
              <w:showingPlcHdr/>
              <w15:appearance w15:val="hidden"/>
            </w:sdtPr>
            <w:sdtContent>
              <w:p w14:paraId="1958E5C4" w14:textId="77777777" w:rsidR="00036450" w:rsidRPr="00CB0055" w:rsidRDefault="00CB0055" w:rsidP="00CB0055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1111563247"/>
              <w:placeholder>
                <w:docPart w:val="FB4604F6606B44E0A790A0A2505483C6"/>
              </w:placeholder>
              <w:temporary/>
              <w:showingPlcHdr/>
              <w15:appearance w15:val="hidden"/>
            </w:sdtPr>
            <w:sdtContent>
              <w:p w14:paraId="02735717" w14:textId="77777777" w:rsidR="004D3011" w:rsidRDefault="004D3011" w:rsidP="004D3011">
                <w:r w:rsidRPr="004D3011">
                  <w:t>PHONE:</w:t>
                </w:r>
              </w:p>
            </w:sdtContent>
          </w:sdt>
          <w:p w14:paraId="1DE0BA64" w14:textId="331A2206" w:rsidR="004D3011" w:rsidRDefault="00D64674" w:rsidP="004D3011">
            <w:r>
              <w:t>+923066543777</w:t>
            </w:r>
          </w:p>
          <w:p w14:paraId="73F0124A" w14:textId="77777777" w:rsidR="004D3011" w:rsidRDefault="004D3011" w:rsidP="004D3011"/>
          <w:sdt>
            <w:sdtPr>
              <w:id w:val="-240260293"/>
              <w:placeholder>
                <w:docPart w:val="851C6D5C9E5B4F378D326A44D34DCD7D"/>
              </w:placeholder>
              <w:temporary/>
              <w:showingPlcHdr/>
              <w15:appearance w15:val="hidden"/>
            </w:sdtPr>
            <w:sdtContent>
              <w:p w14:paraId="5BFA9A7D" w14:textId="77777777" w:rsidR="004D3011" w:rsidRDefault="004D3011" w:rsidP="004D3011">
                <w:r w:rsidRPr="004D3011">
                  <w:t>EMAIL:</w:t>
                </w:r>
              </w:p>
            </w:sdtContent>
          </w:sdt>
          <w:p w14:paraId="3805A61F" w14:textId="3715017B" w:rsidR="00036450" w:rsidRPr="00E4381A" w:rsidRDefault="00D64674" w:rsidP="004D3011">
            <w:pPr>
              <w:rPr>
                <w:rStyle w:val="Hyperlink"/>
              </w:rPr>
            </w:pPr>
            <w:r>
              <w:t>Icloud9usman@gmail.com</w:t>
            </w:r>
          </w:p>
          <w:p w14:paraId="7BE0D8B4" w14:textId="7FBADED8" w:rsidR="004D3011" w:rsidRPr="004D3011" w:rsidRDefault="004D3011" w:rsidP="004D3011"/>
        </w:tc>
        <w:tc>
          <w:tcPr>
            <w:tcW w:w="720" w:type="dxa"/>
          </w:tcPr>
          <w:p w14:paraId="7BE67D21" w14:textId="77777777" w:rsidR="001B2ABD" w:rsidRDefault="001B2ABD" w:rsidP="000C45FF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sdt>
            <w:sdtPr>
              <w:id w:val="1049110328"/>
              <w:placeholder>
                <w:docPart w:val="CC2D3B166BB042818097E57DAD3C0D36"/>
              </w:placeholder>
              <w:temporary/>
              <w:showingPlcHdr/>
              <w15:appearance w15:val="hidden"/>
            </w:sdtPr>
            <w:sdtContent>
              <w:p w14:paraId="19D0F7CA" w14:textId="3AFFE83E" w:rsidR="00D64674" w:rsidRPr="00663B1A" w:rsidRDefault="00E25A26" w:rsidP="00D64674">
                <w:pPr>
                  <w:pStyle w:val="Heading2"/>
                </w:pPr>
                <w:r w:rsidRPr="00036450">
                  <w:t>EDUCATION</w:t>
                </w:r>
              </w:p>
            </w:sdtContent>
          </w:sdt>
          <w:p w14:paraId="2E85766A" w14:textId="5BE8FDF2" w:rsidR="00D64674" w:rsidRDefault="00D64674" w:rsidP="00D64674">
            <w:pPr>
              <w:pStyle w:val="Heading4"/>
            </w:pPr>
            <w:r w:rsidRPr="00663B1A">
              <w:t>FAST National University, Faisalabad-Chiniot Campus,</w:t>
            </w:r>
            <w:r>
              <w:t xml:space="preserve"> </w:t>
            </w:r>
            <w:r w:rsidRPr="00663B1A">
              <w:t>Sep</w:t>
            </w:r>
            <w:r>
              <w:t>tember</w:t>
            </w:r>
            <w:r w:rsidRPr="00663B1A">
              <w:t xml:space="preserve"> 2020 – Aug</w:t>
            </w:r>
            <w:r>
              <w:t xml:space="preserve">ust </w:t>
            </w:r>
            <w:r w:rsidRPr="00663B1A">
              <w:t>2024</w:t>
            </w:r>
          </w:p>
          <w:p w14:paraId="38E13CC9" w14:textId="11A2F96C" w:rsidR="00D64674" w:rsidRPr="00663B1A" w:rsidRDefault="00D64674" w:rsidP="00D64674">
            <w:pPr>
              <w:pStyle w:val="Heading4"/>
              <w:rPr>
                <w:b w:val="0"/>
              </w:rPr>
            </w:pPr>
            <w:r w:rsidRPr="00663B1A">
              <w:rPr>
                <w:b w:val="0"/>
              </w:rPr>
              <w:t>BS in Computer Sciences</w:t>
            </w:r>
          </w:p>
          <w:p w14:paraId="511C9387" w14:textId="77777777" w:rsidR="00D64674" w:rsidRPr="00663B1A" w:rsidRDefault="00D64674" w:rsidP="00D64674">
            <w:pPr>
              <w:pStyle w:val="Heading4"/>
              <w:numPr>
                <w:ilvl w:val="0"/>
                <w:numId w:val="4"/>
              </w:numPr>
              <w:rPr>
                <w:b w:val="0"/>
                <w:bCs/>
              </w:rPr>
            </w:pPr>
            <w:r w:rsidRPr="00663B1A">
              <w:rPr>
                <w:b w:val="0"/>
                <w:bCs/>
              </w:rPr>
              <w:t>Specialized in Advanced Programming, OOP, Data Structures, AI, Databases, Algorithms, Computer Networks, and Information Security.</w:t>
            </w:r>
          </w:p>
          <w:p w14:paraId="50549146" w14:textId="77777777" w:rsidR="00D64674" w:rsidRPr="00663B1A" w:rsidRDefault="00D64674" w:rsidP="00D64674">
            <w:pPr>
              <w:pStyle w:val="Heading4"/>
              <w:numPr>
                <w:ilvl w:val="0"/>
                <w:numId w:val="4"/>
              </w:numPr>
              <w:rPr>
                <w:b w:val="0"/>
                <w:bCs/>
              </w:rPr>
            </w:pPr>
            <w:r w:rsidRPr="00663B1A">
              <w:rPr>
                <w:b w:val="0"/>
                <w:bCs/>
              </w:rPr>
              <w:t>Proficient in C, C++, Python, SQL, DART, Git.</w:t>
            </w:r>
          </w:p>
          <w:p w14:paraId="575609E3" w14:textId="77777777" w:rsidR="00D64674" w:rsidRPr="00663B1A" w:rsidRDefault="00D64674" w:rsidP="00D64674">
            <w:pPr>
              <w:pStyle w:val="Heading4"/>
              <w:numPr>
                <w:ilvl w:val="0"/>
                <w:numId w:val="4"/>
              </w:numPr>
              <w:rPr>
                <w:b w:val="0"/>
                <w:bCs/>
              </w:rPr>
            </w:pPr>
            <w:r w:rsidRPr="00663B1A">
              <w:rPr>
                <w:b w:val="0"/>
                <w:bCs/>
              </w:rPr>
              <w:t>Completed final year project addressing real-world problems with a B+ grade.</w:t>
            </w:r>
          </w:p>
          <w:p w14:paraId="40A0DDDA" w14:textId="77777777" w:rsidR="00D64674" w:rsidRDefault="00D64674" w:rsidP="00D64674">
            <w:pPr>
              <w:pStyle w:val="Heading4"/>
            </w:pPr>
            <w:r w:rsidRPr="00663B1A">
              <w:t>Punjab College of Science, Main Campus, Aug 2017 – Jul 2019</w:t>
            </w:r>
          </w:p>
          <w:p w14:paraId="509E62D6" w14:textId="009DB930" w:rsidR="00D64674" w:rsidRPr="00663B1A" w:rsidRDefault="00D64674" w:rsidP="00D64674">
            <w:pPr>
              <w:pStyle w:val="Heading4"/>
              <w:rPr>
                <w:b w:val="0"/>
              </w:rPr>
            </w:pPr>
            <w:r w:rsidRPr="00663B1A">
              <w:rPr>
                <w:b w:val="0"/>
              </w:rPr>
              <w:t>Intermediate in Computer Sciences</w:t>
            </w:r>
          </w:p>
          <w:p w14:paraId="71E95070" w14:textId="1D31C507" w:rsidR="00D64674" w:rsidRPr="00D64674" w:rsidRDefault="00D64674" w:rsidP="00D64674">
            <w:pPr>
              <w:pStyle w:val="Heading4"/>
            </w:pPr>
            <w:r w:rsidRPr="00663B1A">
              <w:t>Govt. Technical High School, Mar 2015 – Nov 2017</w:t>
            </w:r>
          </w:p>
          <w:p w14:paraId="766BB827" w14:textId="3582B1BC" w:rsidR="00D64674" w:rsidRPr="00663B1A" w:rsidRDefault="00D64674" w:rsidP="00D64674">
            <w:pPr>
              <w:pStyle w:val="Heading4"/>
              <w:rPr>
                <w:b w:val="0"/>
              </w:rPr>
            </w:pPr>
            <w:r w:rsidRPr="00663B1A">
              <w:rPr>
                <w:b w:val="0"/>
              </w:rPr>
              <w:t>Matriculation in Science Subjects</w:t>
            </w:r>
          </w:p>
          <w:p w14:paraId="29059B56" w14:textId="178099E1" w:rsidR="00D64674" w:rsidRPr="00663B1A" w:rsidRDefault="00D64674" w:rsidP="00D64674">
            <w:pPr>
              <w:pStyle w:val="Heading2"/>
            </w:pPr>
            <w:r>
              <w:t>Projects</w:t>
            </w:r>
          </w:p>
          <w:p w14:paraId="5725039D" w14:textId="31728B26" w:rsidR="00D64674" w:rsidRPr="00663B1A" w:rsidRDefault="00D64674" w:rsidP="00D64674">
            <w:pPr>
              <w:numPr>
                <w:ilvl w:val="0"/>
                <w:numId w:val="3"/>
              </w:numPr>
            </w:pPr>
            <w:r>
              <w:rPr>
                <w:b/>
                <w:bCs/>
              </w:rPr>
              <w:t xml:space="preserve">FYP-&gt; </w:t>
            </w:r>
            <w:r w:rsidRPr="00663B1A">
              <w:rPr>
                <w:b/>
                <w:bCs/>
              </w:rPr>
              <w:t>LUNCHLY (Flutter):</w:t>
            </w:r>
            <w:r w:rsidRPr="00663B1A">
              <w:t xml:space="preserve"> Firebase integration, API management, UI/UX design for meal ordering, customization, and live tracking.</w:t>
            </w:r>
          </w:p>
          <w:p w14:paraId="420881EA" w14:textId="3BE6AF30" w:rsidR="00D64674" w:rsidRPr="00663B1A" w:rsidRDefault="00D64674" w:rsidP="00D64674">
            <w:pPr>
              <w:numPr>
                <w:ilvl w:val="0"/>
                <w:numId w:val="3"/>
              </w:numPr>
            </w:pPr>
            <w:r w:rsidRPr="00663B1A">
              <w:rPr>
                <w:b/>
                <w:bCs/>
              </w:rPr>
              <w:t>Pro-Stat Analyzer (Python):</w:t>
            </w:r>
            <w:r w:rsidRPr="00663B1A">
              <w:t xml:space="preserve"> Data analysis and visualization tool using NumPy, Pandas, Matplotlib, </w:t>
            </w:r>
            <w:r>
              <w:t xml:space="preserve">and </w:t>
            </w:r>
            <w:r w:rsidRPr="00663B1A">
              <w:t>Seaborn.</w:t>
            </w:r>
          </w:p>
          <w:p w14:paraId="5B6CCCB7" w14:textId="2FCB3A97" w:rsidR="00D64674" w:rsidRPr="00663B1A" w:rsidRDefault="00D64674" w:rsidP="00D64674">
            <w:pPr>
              <w:numPr>
                <w:ilvl w:val="0"/>
                <w:numId w:val="3"/>
              </w:numPr>
            </w:pPr>
            <w:r w:rsidRPr="00663B1A">
              <w:rPr>
                <w:b/>
                <w:bCs/>
              </w:rPr>
              <w:t>Student Grade Prediction (Python):</w:t>
            </w:r>
            <w:r w:rsidRPr="00663B1A">
              <w:t xml:space="preserve"> Machine learning models (Nearest Neighbor, Decision Trees) for </w:t>
            </w:r>
            <w:r>
              <w:t>predicting</w:t>
            </w:r>
            <w:r w:rsidRPr="00663B1A">
              <w:t xml:space="preserve"> student grades.</w:t>
            </w:r>
          </w:p>
          <w:p w14:paraId="2AB1C031" w14:textId="2107D2C9" w:rsidR="004D3011" w:rsidRDefault="00D64674" w:rsidP="00036450">
            <w:pPr>
              <w:numPr>
                <w:ilvl w:val="0"/>
                <w:numId w:val="3"/>
              </w:numPr>
            </w:pPr>
            <w:r w:rsidRPr="00663B1A">
              <w:rPr>
                <w:b/>
                <w:bCs/>
              </w:rPr>
              <w:t>ANN Object Detection (C++):</w:t>
            </w:r>
            <w:r w:rsidRPr="00663B1A">
              <w:t xml:space="preserve"> Developed ANN for object detection and pattern recognition, optimized for performance and documented integration strategies.</w:t>
            </w:r>
          </w:p>
          <w:sdt>
            <w:sdtPr>
              <w:id w:val="1669594239"/>
              <w:placeholder>
                <w:docPart w:val="4D155F5D93E147799B3B15950E63698C"/>
              </w:placeholder>
              <w:temporary/>
              <w:showingPlcHdr/>
              <w15:appearance w15:val="hidden"/>
            </w:sdtPr>
            <w:sdtContent>
              <w:p w14:paraId="34FEB621" w14:textId="5E18FD50" w:rsidR="00D64674" w:rsidRPr="00663B1A" w:rsidRDefault="00180329" w:rsidP="00D64674">
                <w:pPr>
                  <w:pStyle w:val="Heading2"/>
                </w:pPr>
                <w:r w:rsidRPr="00036450">
                  <w:rPr>
                    <w:rStyle w:val="Heading2Char"/>
                    <w:b/>
                    <w:bCs/>
                    <w:caps/>
                  </w:rPr>
                  <w:t>SKILLS</w:t>
                </w:r>
              </w:p>
            </w:sdtContent>
          </w:sdt>
          <w:p w14:paraId="2A9DD7D9" w14:textId="77777777" w:rsidR="00D64674" w:rsidRPr="00663B1A" w:rsidRDefault="00D64674" w:rsidP="00D64674">
            <w:pPr>
              <w:numPr>
                <w:ilvl w:val="0"/>
                <w:numId w:val="2"/>
              </w:numPr>
            </w:pPr>
            <w:r w:rsidRPr="00663B1A">
              <w:rPr>
                <w:b/>
                <w:bCs/>
              </w:rPr>
              <w:t>Flutter Development:</w:t>
            </w:r>
            <w:r w:rsidRPr="00663B1A">
              <w:t xml:space="preserve"> Dart, Firebase integration, API management, responsive UI/UX design.</w:t>
            </w:r>
          </w:p>
          <w:p w14:paraId="046E5ABB" w14:textId="77777777" w:rsidR="00D64674" w:rsidRPr="00663B1A" w:rsidRDefault="00D64674" w:rsidP="00D64674">
            <w:pPr>
              <w:numPr>
                <w:ilvl w:val="0"/>
                <w:numId w:val="2"/>
              </w:numPr>
            </w:pPr>
            <w:r w:rsidRPr="00663B1A">
              <w:rPr>
                <w:b/>
                <w:bCs/>
              </w:rPr>
              <w:t>Python Development:</w:t>
            </w:r>
            <w:r w:rsidRPr="00663B1A">
              <w:t xml:space="preserve"> Data analysis (NumPy, Pandas), visualization (Matplotlib, Seaborn), machine learning (Nearest Neighbor, Decision Trees).</w:t>
            </w:r>
          </w:p>
          <w:p w14:paraId="189B6292" w14:textId="69E96B98" w:rsidR="00D64674" w:rsidRPr="00663B1A" w:rsidRDefault="00D64674" w:rsidP="00D64674">
            <w:pPr>
              <w:numPr>
                <w:ilvl w:val="0"/>
                <w:numId w:val="2"/>
              </w:numPr>
            </w:pPr>
            <w:r w:rsidRPr="00663B1A">
              <w:rPr>
                <w:b/>
                <w:bCs/>
              </w:rPr>
              <w:t>C++ Development:</w:t>
            </w:r>
            <w:r w:rsidRPr="00663B1A">
              <w:t xml:space="preserve"> </w:t>
            </w:r>
            <w:r w:rsidR="00FD2129">
              <w:t>P</w:t>
            </w:r>
            <w:r w:rsidRPr="00663B1A">
              <w:t>attern recognition, optimization, testing, documentation.</w:t>
            </w:r>
          </w:p>
          <w:p w14:paraId="6F08A9A8" w14:textId="75E388A9" w:rsidR="00036450" w:rsidRPr="004D3011" w:rsidRDefault="00036450" w:rsidP="004D3011">
            <w:pPr>
              <w:rPr>
                <w:color w:val="FFFFFF" w:themeColor="background1"/>
              </w:rPr>
            </w:pPr>
          </w:p>
        </w:tc>
      </w:tr>
    </w:tbl>
    <w:p w14:paraId="48EF6D7D" w14:textId="77777777" w:rsidR="00000000" w:rsidRDefault="00000000" w:rsidP="000C45FF">
      <w:pPr>
        <w:tabs>
          <w:tab w:val="left" w:pos="990"/>
        </w:tabs>
      </w:pPr>
    </w:p>
    <w:sectPr w:rsidR="0043117B" w:rsidSect="000C45FF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0AD21" w14:textId="77777777" w:rsidR="007D7045" w:rsidRDefault="007D7045" w:rsidP="000C45FF">
      <w:r>
        <w:separator/>
      </w:r>
    </w:p>
  </w:endnote>
  <w:endnote w:type="continuationSeparator" w:id="0">
    <w:p w14:paraId="2B557CB9" w14:textId="77777777" w:rsidR="007D7045" w:rsidRDefault="007D7045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AE258" w14:textId="77777777" w:rsidR="007D7045" w:rsidRDefault="007D7045" w:rsidP="000C45FF">
      <w:r>
        <w:separator/>
      </w:r>
    </w:p>
  </w:footnote>
  <w:footnote w:type="continuationSeparator" w:id="0">
    <w:p w14:paraId="473889BC" w14:textId="77777777" w:rsidR="007D7045" w:rsidRDefault="007D7045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B2CC5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E3C6E4" wp14:editId="3F5204A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54706"/>
    <w:multiLevelType w:val="multilevel"/>
    <w:tmpl w:val="D48A4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4A148E"/>
    <w:multiLevelType w:val="multilevel"/>
    <w:tmpl w:val="A46A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8B3B2D"/>
    <w:multiLevelType w:val="multilevel"/>
    <w:tmpl w:val="6E0E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AB4314"/>
    <w:multiLevelType w:val="multilevel"/>
    <w:tmpl w:val="1012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5194431">
    <w:abstractNumId w:val="1"/>
  </w:num>
  <w:num w:numId="2" w16cid:durableId="446319750">
    <w:abstractNumId w:val="3"/>
  </w:num>
  <w:num w:numId="3" w16cid:durableId="776412359">
    <w:abstractNumId w:val="0"/>
  </w:num>
  <w:num w:numId="4" w16cid:durableId="1859807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674"/>
    <w:rsid w:val="00036450"/>
    <w:rsid w:val="00094499"/>
    <w:rsid w:val="000C45FF"/>
    <w:rsid w:val="000E3FD1"/>
    <w:rsid w:val="00112054"/>
    <w:rsid w:val="001317D8"/>
    <w:rsid w:val="001525E1"/>
    <w:rsid w:val="00180329"/>
    <w:rsid w:val="0019001F"/>
    <w:rsid w:val="001A74A5"/>
    <w:rsid w:val="001B2ABD"/>
    <w:rsid w:val="001E0391"/>
    <w:rsid w:val="001E1759"/>
    <w:rsid w:val="001F1ECC"/>
    <w:rsid w:val="002400EB"/>
    <w:rsid w:val="00256CF7"/>
    <w:rsid w:val="00281FD5"/>
    <w:rsid w:val="0030481B"/>
    <w:rsid w:val="003156FC"/>
    <w:rsid w:val="003254B5"/>
    <w:rsid w:val="0037121F"/>
    <w:rsid w:val="003910D8"/>
    <w:rsid w:val="003A6B7D"/>
    <w:rsid w:val="003B06CA"/>
    <w:rsid w:val="004071FC"/>
    <w:rsid w:val="00445947"/>
    <w:rsid w:val="004813B3"/>
    <w:rsid w:val="00496591"/>
    <w:rsid w:val="004C63E4"/>
    <w:rsid w:val="004D3011"/>
    <w:rsid w:val="005262AC"/>
    <w:rsid w:val="005E39D5"/>
    <w:rsid w:val="00600670"/>
    <w:rsid w:val="0062123A"/>
    <w:rsid w:val="00626C4E"/>
    <w:rsid w:val="00646E75"/>
    <w:rsid w:val="006771D0"/>
    <w:rsid w:val="00715FCB"/>
    <w:rsid w:val="00743101"/>
    <w:rsid w:val="00764C9F"/>
    <w:rsid w:val="007775E1"/>
    <w:rsid w:val="007867A0"/>
    <w:rsid w:val="007927F5"/>
    <w:rsid w:val="007D7045"/>
    <w:rsid w:val="00802CA0"/>
    <w:rsid w:val="009260CD"/>
    <w:rsid w:val="00940A66"/>
    <w:rsid w:val="00952C25"/>
    <w:rsid w:val="00A2118D"/>
    <w:rsid w:val="00A741D4"/>
    <w:rsid w:val="00AD0A50"/>
    <w:rsid w:val="00AD76E2"/>
    <w:rsid w:val="00B20152"/>
    <w:rsid w:val="00B359E4"/>
    <w:rsid w:val="00B57D98"/>
    <w:rsid w:val="00B70850"/>
    <w:rsid w:val="00C066B6"/>
    <w:rsid w:val="00C37BA1"/>
    <w:rsid w:val="00C4674C"/>
    <w:rsid w:val="00C506CF"/>
    <w:rsid w:val="00C72BED"/>
    <w:rsid w:val="00C9578B"/>
    <w:rsid w:val="00CB0055"/>
    <w:rsid w:val="00D2522B"/>
    <w:rsid w:val="00D422DE"/>
    <w:rsid w:val="00D47957"/>
    <w:rsid w:val="00D5459D"/>
    <w:rsid w:val="00D64674"/>
    <w:rsid w:val="00DA1F4D"/>
    <w:rsid w:val="00DD172A"/>
    <w:rsid w:val="00E25A26"/>
    <w:rsid w:val="00E4381A"/>
    <w:rsid w:val="00E55D74"/>
    <w:rsid w:val="00F60274"/>
    <w:rsid w:val="00F77FB9"/>
    <w:rsid w:val="00FB068F"/>
    <w:rsid w:val="00FD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F79C4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B359E4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A66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940A66"/>
    <w:rPr>
      <w:rFonts w:asciiTheme="majorHAnsi" w:eastAsiaTheme="majorEastAsia" w:hAnsiTheme="majorHAnsi" w:cstheme="majorBidi"/>
      <w:b/>
      <w:caps/>
      <w:color w:val="548AB7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Bold%20modern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0AFC60324148F68CBE80534A2A6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4D34F-50DB-49F8-AAB7-6C18A671CBA5}"/>
      </w:docPartPr>
      <w:docPartBody>
        <w:p w:rsidR="00000000" w:rsidRDefault="00000000">
          <w:pPr>
            <w:pStyle w:val="DE0AFC60324148F68CBE80534A2A63DC"/>
          </w:pPr>
          <w:r w:rsidRPr="00D5459D">
            <w:t>Profile</w:t>
          </w:r>
        </w:p>
      </w:docPartBody>
    </w:docPart>
    <w:docPart>
      <w:docPartPr>
        <w:name w:val="5A30629F747A4F3883A85553622BD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5C4B2-B995-4E69-8B42-B0C2B1F64A45}"/>
      </w:docPartPr>
      <w:docPartBody>
        <w:p w:rsidR="00000000" w:rsidRDefault="00000000">
          <w:pPr>
            <w:pStyle w:val="5A30629F747A4F3883A85553622BDEA9"/>
          </w:pPr>
          <w:r w:rsidRPr="00CB0055">
            <w:t>Contact</w:t>
          </w:r>
        </w:p>
      </w:docPartBody>
    </w:docPart>
    <w:docPart>
      <w:docPartPr>
        <w:name w:val="FB4604F6606B44E0A790A0A250548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372B9-6BAA-4615-A65A-43EAB24111B8}"/>
      </w:docPartPr>
      <w:docPartBody>
        <w:p w:rsidR="00000000" w:rsidRDefault="00000000">
          <w:pPr>
            <w:pStyle w:val="FB4604F6606B44E0A790A0A2505483C6"/>
          </w:pPr>
          <w:r w:rsidRPr="004D3011">
            <w:t>PHONE:</w:t>
          </w:r>
        </w:p>
      </w:docPartBody>
    </w:docPart>
    <w:docPart>
      <w:docPartPr>
        <w:name w:val="851C6D5C9E5B4F378D326A44D34DC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CE7B6-0122-49A8-A9CA-36516337EE18}"/>
      </w:docPartPr>
      <w:docPartBody>
        <w:p w:rsidR="00000000" w:rsidRDefault="00000000">
          <w:pPr>
            <w:pStyle w:val="851C6D5C9E5B4F378D326A44D34DCD7D"/>
          </w:pPr>
          <w:r w:rsidRPr="004D3011">
            <w:t>EMAIL:</w:t>
          </w:r>
        </w:p>
      </w:docPartBody>
    </w:docPart>
    <w:docPart>
      <w:docPartPr>
        <w:name w:val="CC2D3B166BB042818097E57DAD3C0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C6B8F-1E6C-45A5-841F-8152FDA25127}"/>
      </w:docPartPr>
      <w:docPartBody>
        <w:p w:rsidR="00000000" w:rsidRDefault="00000000">
          <w:pPr>
            <w:pStyle w:val="CC2D3B166BB042818097E57DAD3C0D36"/>
          </w:pPr>
          <w:r w:rsidRPr="00036450">
            <w:t>EDUCATION</w:t>
          </w:r>
        </w:p>
      </w:docPartBody>
    </w:docPart>
    <w:docPart>
      <w:docPartPr>
        <w:name w:val="4D155F5D93E147799B3B15950E6369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E34DA-BE84-4A53-B0DD-B539136EC82A}"/>
      </w:docPartPr>
      <w:docPartBody>
        <w:p w:rsidR="00000000" w:rsidRDefault="00000000">
          <w:pPr>
            <w:pStyle w:val="4D155F5D93E147799B3B15950E63698C"/>
          </w:pPr>
          <w:r w:rsidRPr="00036450">
            <w:rPr>
              <w:rStyle w:val="Heading2Char"/>
            </w:rPr>
            <w:t>SKILLS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3C"/>
    <w:rsid w:val="002D473C"/>
    <w:rsid w:val="00A741D4"/>
    <w:rsid w:val="00DD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pBdr>
        <w:bottom w:val="single" w:sz="8" w:space="1" w:color="156082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kern w:val="0"/>
      <w:sz w:val="22"/>
      <w:szCs w:val="26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BACEDA60FD4D94B9490C7AE02AD3E1">
    <w:name w:val="1CBACEDA60FD4D94B9490C7AE02AD3E1"/>
  </w:style>
  <w:style w:type="paragraph" w:customStyle="1" w:styleId="0105DB062B934D9AAC2CFF05A4255748">
    <w:name w:val="0105DB062B934D9AAC2CFF05A4255748"/>
  </w:style>
  <w:style w:type="paragraph" w:customStyle="1" w:styleId="DE0AFC60324148F68CBE80534A2A63DC">
    <w:name w:val="DE0AFC60324148F68CBE80534A2A63DC"/>
  </w:style>
  <w:style w:type="paragraph" w:customStyle="1" w:styleId="AE2419CD820A46AE8F5684E44FE5A9C4">
    <w:name w:val="AE2419CD820A46AE8F5684E44FE5A9C4"/>
  </w:style>
  <w:style w:type="paragraph" w:customStyle="1" w:styleId="5A30629F747A4F3883A85553622BDEA9">
    <w:name w:val="5A30629F747A4F3883A85553622BDEA9"/>
  </w:style>
  <w:style w:type="paragraph" w:customStyle="1" w:styleId="FB4604F6606B44E0A790A0A2505483C6">
    <w:name w:val="FB4604F6606B44E0A790A0A2505483C6"/>
  </w:style>
  <w:style w:type="paragraph" w:customStyle="1" w:styleId="A659BBA9BE5B4742AD29FFDDE117EB7F">
    <w:name w:val="A659BBA9BE5B4742AD29FFDDE117EB7F"/>
  </w:style>
  <w:style w:type="paragraph" w:customStyle="1" w:styleId="F9B5D59B5E6E40F79CBDD7C74C352B0B">
    <w:name w:val="F9B5D59B5E6E40F79CBDD7C74C352B0B"/>
  </w:style>
  <w:style w:type="paragraph" w:customStyle="1" w:styleId="0149D5AF5CD54EFB8D9092228415AA55">
    <w:name w:val="0149D5AF5CD54EFB8D9092228415AA55"/>
  </w:style>
  <w:style w:type="paragraph" w:customStyle="1" w:styleId="851C6D5C9E5B4F378D326A44D34DCD7D">
    <w:name w:val="851C6D5C9E5B4F378D326A44D34DCD7D"/>
  </w:style>
  <w:style w:type="character" w:styleId="Hyperlink">
    <w:name w:val="Hyperlink"/>
    <w:basedOn w:val="DefaultParagraphFont"/>
    <w:uiPriority w:val="99"/>
    <w:unhideWhenUsed/>
    <w:rPr>
      <w:color w:val="BF4E14" w:themeColor="accent2" w:themeShade="BF"/>
      <w:u w:val="single"/>
    </w:rPr>
  </w:style>
  <w:style w:type="paragraph" w:customStyle="1" w:styleId="1DF89EC6FB404292BC3DE4787A2523B4">
    <w:name w:val="1DF89EC6FB404292BC3DE4787A2523B4"/>
  </w:style>
  <w:style w:type="paragraph" w:customStyle="1" w:styleId="B9CBB44DF77C4616AF0E8FFA5DDF92DF">
    <w:name w:val="B9CBB44DF77C4616AF0E8FFA5DDF92DF"/>
  </w:style>
  <w:style w:type="paragraph" w:customStyle="1" w:styleId="B4FDD6C04CEE49009B89D7BBBA021401">
    <w:name w:val="B4FDD6C04CEE49009B89D7BBBA021401"/>
  </w:style>
  <w:style w:type="paragraph" w:customStyle="1" w:styleId="F5882294EC7D42E0967BBC0CDB3F34FD">
    <w:name w:val="F5882294EC7D42E0967BBC0CDB3F34FD"/>
  </w:style>
  <w:style w:type="paragraph" w:customStyle="1" w:styleId="C353CC48C6D542518012762D62C3E32A">
    <w:name w:val="C353CC48C6D542518012762D62C3E32A"/>
  </w:style>
  <w:style w:type="paragraph" w:customStyle="1" w:styleId="B87F157006614CDB9CD13D7B93B9B76F">
    <w:name w:val="B87F157006614CDB9CD13D7B93B9B76F"/>
  </w:style>
  <w:style w:type="paragraph" w:customStyle="1" w:styleId="CC2D3B166BB042818097E57DAD3C0D36">
    <w:name w:val="CC2D3B166BB042818097E57DAD3C0D36"/>
  </w:style>
  <w:style w:type="paragraph" w:customStyle="1" w:styleId="BA16634B7B3A4F54BA81637207F4A603">
    <w:name w:val="BA16634B7B3A4F54BA81637207F4A603"/>
  </w:style>
  <w:style w:type="paragraph" w:customStyle="1" w:styleId="380A70D7A14B44F2A66E17982EE1888A">
    <w:name w:val="380A70D7A14B44F2A66E17982EE1888A"/>
  </w:style>
  <w:style w:type="paragraph" w:customStyle="1" w:styleId="A0A8CB65D4314EE6BE06D55AC05FF453">
    <w:name w:val="A0A8CB65D4314EE6BE06D55AC05FF453"/>
  </w:style>
  <w:style w:type="paragraph" w:customStyle="1" w:styleId="8DAFF6F0B0DC40DD802DCB0785B900B6">
    <w:name w:val="8DAFF6F0B0DC40DD802DCB0785B900B6"/>
  </w:style>
  <w:style w:type="paragraph" w:customStyle="1" w:styleId="D94E2FE6C053476D805D0DB9A3494327">
    <w:name w:val="D94E2FE6C053476D805D0DB9A3494327"/>
  </w:style>
  <w:style w:type="paragraph" w:customStyle="1" w:styleId="8F41CACA73E540418399A284229C5D29">
    <w:name w:val="8F41CACA73E540418399A284229C5D29"/>
  </w:style>
  <w:style w:type="paragraph" w:customStyle="1" w:styleId="B38EB585E4384376ADCBEFD0836778BE">
    <w:name w:val="B38EB585E4384376ADCBEFD0836778BE"/>
  </w:style>
  <w:style w:type="paragraph" w:customStyle="1" w:styleId="544112E160684DCFB591283DDD625413">
    <w:name w:val="544112E160684DCFB591283DDD625413"/>
  </w:style>
  <w:style w:type="paragraph" w:customStyle="1" w:styleId="9856A85E69004EFC8A05FEDA91B78DDA">
    <w:name w:val="9856A85E69004EFC8A05FEDA91B78DDA"/>
  </w:style>
  <w:style w:type="paragraph" w:customStyle="1" w:styleId="140E1A6FAB6C488E89AA0E9BBBE84B38">
    <w:name w:val="140E1A6FAB6C488E89AA0E9BBBE84B38"/>
  </w:style>
  <w:style w:type="paragraph" w:customStyle="1" w:styleId="7E2DAFC14CF0452F9D712CE10A33430E">
    <w:name w:val="7E2DAFC14CF0452F9D712CE10A33430E"/>
  </w:style>
  <w:style w:type="paragraph" w:customStyle="1" w:styleId="1B284004CBB1459B88CE1FDCAB1EA711">
    <w:name w:val="1B284004CBB1459B88CE1FDCAB1EA711"/>
  </w:style>
  <w:style w:type="paragraph" w:customStyle="1" w:styleId="E3239AA8C0104D3F84DCD92DA9DE7550">
    <w:name w:val="E3239AA8C0104D3F84DCD92DA9DE7550"/>
  </w:style>
  <w:style w:type="paragraph" w:customStyle="1" w:styleId="01E8DC5441154EF4B9DD21DC46A18451">
    <w:name w:val="01E8DC5441154EF4B9DD21DC46A18451"/>
  </w:style>
  <w:style w:type="paragraph" w:customStyle="1" w:styleId="0305754760B44A429633565F7B2D84E1">
    <w:name w:val="0305754760B44A429633565F7B2D84E1"/>
  </w:style>
  <w:style w:type="paragraph" w:customStyle="1" w:styleId="1A6B834E86C04CFABE6B1F67323CB769">
    <w:name w:val="1A6B834E86C04CFABE6B1F67323CB769"/>
  </w:style>
  <w:style w:type="paragraph" w:customStyle="1" w:styleId="92E0B6F7AC244D1C8D058F70C2728E46">
    <w:name w:val="92E0B6F7AC244D1C8D058F70C2728E46"/>
  </w:style>
  <w:style w:type="paragraph" w:customStyle="1" w:styleId="F28BFF26B4BC45059E27180B43C362CA">
    <w:name w:val="F28BFF26B4BC45059E27180B43C362CA"/>
  </w:style>
  <w:style w:type="paragraph" w:customStyle="1" w:styleId="089B24B04A664E21A84D4A970F8EB463">
    <w:name w:val="089B24B04A664E21A84D4A970F8EB463"/>
  </w:style>
  <w:style w:type="paragraph" w:customStyle="1" w:styleId="148B0B5A095D433D880C0AE492BA67CC">
    <w:name w:val="148B0B5A095D433D880C0AE492BA67CC"/>
  </w:style>
  <w:style w:type="paragraph" w:customStyle="1" w:styleId="9F139FA0318A443BB37716CDEFD5A363">
    <w:name w:val="9F139FA0318A443BB37716CDEFD5A363"/>
  </w:style>
  <w:style w:type="paragraph" w:customStyle="1" w:styleId="24FC141D915B4BFEA7C82BCCBADE5E17">
    <w:name w:val="24FC141D915B4BFEA7C82BCCBADE5E17"/>
  </w:style>
  <w:style w:type="paragraph" w:customStyle="1" w:styleId="8923E741CD1D42F4A40FBCDEB0CAB080">
    <w:name w:val="8923E741CD1D42F4A40FBCDEB0CAB080"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aps/>
      <w:kern w:val="0"/>
      <w:sz w:val="22"/>
      <w:szCs w:val="26"/>
      <w:lang w:eastAsia="ja-JP"/>
      <w14:ligatures w14:val="none"/>
    </w:rPr>
  </w:style>
  <w:style w:type="paragraph" w:customStyle="1" w:styleId="4D155F5D93E147799B3B15950E63698C">
    <w:name w:val="4D155F5D93E147799B3B15950E63698C"/>
  </w:style>
  <w:style w:type="paragraph" w:customStyle="1" w:styleId="CD8DD9721AF34FE9945284AE6498ADE2">
    <w:name w:val="CD8DD9721AF34FE9945284AE6498ADE2"/>
    <w:rsid w:val="002D47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Bold modern resume.dotx</Template>
  <TotalTime>0</TotalTime>
  <Pages>1</Pages>
  <Words>221</Words>
  <Characters>1599</Characters>
  <Application>Microsoft Office Word</Application>
  <DocSecurity>0</DocSecurity>
  <Lines>61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2024-06-29T14:21:00Z</dcterms:created>
  <dcterms:modified xsi:type="dcterms:W3CDTF">2024-06-29T14:48:00Z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987e678b-49f4-4aa9-8534-9468ace11c14</vt:lpwstr>
  </property>
</Properties>
</file>